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BC1C8" w14:textId="21ED2122" w:rsidR="006E5D65" w:rsidRPr="00D16BDE" w:rsidRDefault="00997F14" w:rsidP="002D3375">
      <w:pPr>
        <w:spacing w:line="240" w:lineRule="auto"/>
        <w:jc w:val="right"/>
        <w:rPr>
          <w:rFonts w:ascii="Corbel" w:hAnsi="Corbel" w:cs="Arial"/>
          <w:bCs/>
        </w:rPr>
      </w:pPr>
      <w:r w:rsidRPr="00770854">
        <w:rPr>
          <w:rFonts w:asciiTheme="majorHAnsi" w:hAnsiTheme="majorHAnsi" w:cs="Arial"/>
          <w:b/>
          <w:bCs/>
        </w:rPr>
        <w:t xml:space="preserve">   </w:t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D8678B" w:rsidRPr="00D16BDE">
        <w:rPr>
          <w:rFonts w:ascii="Corbel" w:hAnsi="Corbel" w:cs="Arial"/>
          <w:bCs/>
        </w:rPr>
        <w:t xml:space="preserve">Załącznik nr </w:t>
      </w:r>
      <w:r w:rsidR="006F31E2" w:rsidRPr="00D16BDE">
        <w:rPr>
          <w:rFonts w:ascii="Corbel" w:hAnsi="Corbel" w:cs="Arial"/>
          <w:bCs/>
        </w:rPr>
        <w:t>1.5</w:t>
      </w:r>
      <w:r w:rsidR="00D8678B" w:rsidRPr="00D16BDE">
        <w:rPr>
          <w:rFonts w:ascii="Corbel" w:hAnsi="Corbel" w:cs="Arial"/>
          <w:bCs/>
        </w:rPr>
        <w:t xml:space="preserve"> do Zarządzenia</w:t>
      </w:r>
      <w:r w:rsidR="002A22BF" w:rsidRPr="00D16BDE">
        <w:rPr>
          <w:rFonts w:ascii="Corbel" w:hAnsi="Corbel" w:cs="Arial"/>
          <w:bCs/>
        </w:rPr>
        <w:t xml:space="preserve"> Rektora </w:t>
      </w:r>
      <w:r w:rsidR="000F4ACF" w:rsidRPr="00D16BDE">
        <w:rPr>
          <w:rFonts w:ascii="Corbel" w:hAnsi="Corbel" w:cs="Arial"/>
          <w:bCs/>
        </w:rPr>
        <w:t>UR nr</w:t>
      </w:r>
      <w:r w:rsidR="00CD6897" w:rsidRPr="00D16BDE">
        <w:rPr>
          <w:rFonts w:ascii="Corbel" w:hAnsi="Corbel" w:cs="Arial"/>
          <w:bCs/>
        </w:rPr>
        <w:t xml:space="preserve"> </w:t>
      </w:r>
      <w:r w:rsidR="00F17567" w:rsidRPr="00D16BDE">
        <w:rPr>
          <w:rFonts w:ascii="Corbel" w:hAnsi="Corbel" w:cs="Arial"/>
          <w:bCs/>
        </w:rPr>
        <w:t>12/2019</w:t>
      </w:r>
    </w:p>
    <w:p w14:paraId="320D8247" w14:textId="77777777" w:rsidR="001402E2" w:rsidRPr="009C54AE" w:rsidRDefault="001402E2" w:rsidP="001402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B4BBDB3" w14:textId="65894045" w:rsidR="001402E2" w:rsidRPr="009C54AE" w:rsidRDefault="001402E2" w:rsidP="001402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0C5B49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0C5B49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3B9690D" w14:textId="77777777" w:rsidR="001402E2" w:rsidRDefault="001402E2" w:rsidP="001402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FFD636" w14:textId="36C73DFA" w:rsidR="001402E2" w:rsidRPr="00EA4832" w:rsidRDefault="001402E2" w:rsidP="001402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C5B49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0C5B4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3C9C22F" w14:textId="77777777" w:rsidR="001402E2" w:rsidRPr="009C54AE" w:rsidRDefault="001402E2" w:rsidP="001402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3C93FDD" w14:textId="77777777" w:rsidR="0085747A" w:rsidRPr="00D16BDE" w:rsidRDefault="0085747A" w:rsidP="000F4ACF">
      <w:pPr>
        <w:spacing w:after="0" w:line="360" w:lineRule="auto"/>
        <w:rPr>
          <w:rFonts w:ascii="Corbel" w:hAnsi="Corbel" w:cs="Arial"/>
        </w:rPr>
      </w:pPr>
    </w:p>
    <w:p w14:paraId="3AA3E22B" w14:textId="77777777" w:rsidR="0085747A" w:rsidRPr="00D16BDE" w:rsidRDefault="0071620A" w:rsidP="000F4ACF">
      <w:pPr>
        <w:pStyle w:val="Punktygwne"/>
        <w:spacing w:before="0" w:after="0" w:line="360" w:lineRule="auto"/>
        <w:rPr>
          <w:rFonts w:ascii="Corbel" w:hAnsi="Corbel" w:cs="Arial"/>
          <w:color w:val="0070C0"/>
          <w:sz w:val="22"/>
        </w:rPr>
      </w:pPr>
      <w:r w:rsidRPr="00D16BDE">
        <w:rPr>
          <w:rFonts w:ascii="Corbel" w:hAnsi="Corbel" w:cs="Arial"/>
          <w:sz w:val="22"/>
        </w:rPr>
        <w:t xml:space="preserve">1. </w:t>
      </w:r>
      <w:r w:rsidR="0085747A" w:rsidRPr="00D16BDE">
        <w:rPr>
          <w:rFonts w:ascii="Corbel" w:hAnsi="Corbel" w:cs="Arial"/>
          <w:sz w:val="22"/>
        </w:rPr>
        <w:t xml:space="preserve">Podstawowe </w:t>
      </w:r>
      <w:r w:rsidR="00445970" w:rsidRPr="00D16BDE">
        <w:rPr>
          <w:rFonts w:ascii="Corbel" w:hAnsi="Corbel" w:cs="Arial"/>
          <w:sz w:val="22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953"/>
      </w:tblGrid>
      <w:tr w:rsidR="0085747A" w:rsidRPr="00D16BDE" w14:paraId="4FF6F649" w14:textId="77777777" w:rsidTr="00E61933">
        <w:tc>
          <w:tcPr>
            <w:tcW w:w="3828" w:type="dxa"/>
            <w:vAlign w:val="center"/>
          </w:tcPr>
          <w:p w14:paraId="3C286024" w14:textId="77777777" w:rsidR="0085747A" w:rsidRPr="00E61933" w:rsidRDefault="00C05F44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5953" w:type="dxa"/>
            <w:vAlign w:val="center"/>
          </w:tcPr>
          <w:p w14:paraId="73FD1AB8" w14:textId="77777777" w:rsidR="0085747A" w:rsidRPr="00E61933" w:rsidRDefault="00F154C9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Współczesne koncepcje psychologiczne</w:t>
            </w:r>
          </w:p>
        </w:tc>
      </w:tr>
      <w:tr w:rsidR="0085747A" w:rsidRPr="00D16BDE" w14:paraId="6DA8D0AB" w14:textId="77777777" w:rsidTr="00E61933">
        <w:tc>
          <w:tcPr>
            <w:tcW w:w="3828" w:type="dxa"/>
            <w:vAlign w:val="center"/>
          </w:tcPr>
          <w:p w14:paraId="505328A8" w14:textId="77777777" w:rsidR="0085747A" w:rsidRPr="00E61933" w:rsidRDefault="00C05F44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Kod przedmiotu</w:t>
            </w:r>
            <w:r w:rsidR="0085747A" w:rsidRPr="00E61933">
              <w:rPr>
                <w:rFonts w:ascii="Corbel" w:hAnsi="Corbel" w:cs="Arial"/>
                <w:sz w:val="24"/>
                <w:szCs w:val="24"/>
              </w:rPr>
              <w:t>*</w:t>
            </w:r>
          </w:p>
        </w:tc>
        <w:tc>
          <w:tcPr>
            <w:tcW w:w="5953" w:type="dxa"/>
            <w:vAlign w:val="center"/>
          </w:tcPr>
          <w:p w14:paraId="214BA294" w14:textId="77777777" w:rsidR="0085747A" w:rsidRPr="00E61933" w:rsidRDefault="0085747A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  <w:tr w:rsidR="0085747A" w:rsidRPr="00D16BDE" w14:paraId="381CEDCE" w14:textId="77777777" w:rsidTr="00E61933">
        <w:tc>
          <w:tcPr>
            <w:tcW w:w="3828" w:type="dxa"/>
            <w:vAlign w:val="center"/>
          </w:tcPr>
          <w:p w14:paraId="005A2636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nazwa</w:t>
            </w:r>
            <w:r w:rsidR="00C05F44" w:rsidRPr="00E61933">
              <w:rPr>
                <w:rFonts w:ascii="Corbel" w:hAnsi="Corbel" w:cs="Aria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53" w:type="dxa"/>
            <w:vAlign w:val="center"/>
          </w:tcPr>
          <w:p w14:paraId="1D78A349" w14:textId="59949C12" w:rsidR="0085747A" w:rsidRPr="00E61933" w:rsidRDefault="0099693B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16BDE" w14:paraId="5EA3C87B" w14:textId="77777777" w:rsidTr="00E61933">
        <w:tc>
          <w:tcPr>
            <w:tcW w:w="3828" w:type="dxa"/>
            <w:vAlign w:val="center"/>
          </w:tcPr>
          <w:p w14:paraId="48DBC83C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5953" w:type="dxa"/>
            <w:vAlign w:val="center"/>
          </w:tcPr>
          <w:p w14:paraId="329D7BD1" w14:textId="1AC38366" w:rsidR="0085747A" w:rsidRPr="00E61933" w:rsidRDefault="0099693B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16BDE" w14:paraId="0D192FF5" w14:textId="77777777" w:rsidTr="00E61933">
        <w:tc>
          <w:tcPr>
            <w:tcW w:w="3828" w:type="dxa"/>
            <w:vAlign w:val="center"/>
          </w:tcPr>
          <w:p w14:paraId="4C4F026E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5953" w:type="dxa"/>
            <w:vAlign w:val="center"/>
          </w:tcPr>
          <w:p w14:paraId="0E1D1772" w14:textId="0B66FBE0" w:rsidR="0085747A" w:rsidRPr="00E61933" w:rsidRDefault="00E61933" w:rsidP="009103A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E61933"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Pedagogika</w:t>
            </w:r>
          </w:p>
        </w:tc>
      </w:tr>
      <w:tr w:rsidR="0085747A" w:rsidRPr="00D16BDE" w14:paraId="139F7FB4" w14:textId="77777777" w:rsidTr="00E61933">
        <w:tc>
          <w:tcPr>
            <w:tcW w:w="3828" w:type="dxa"/>
            <w:vAlign w:val="center"/>
          </w:tcPr>
          <w:p w14:paraId="1A517EAE" w14:textId="77777777" w:rsidR="0085747A" w:rsidRPr="00E61933" w:rsidRDefault="00DE4A14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5953" w:type="dxa"/>
            <w:vAlign w:val="center"/>
          </w:tcPr>
          <w:p w14:paraId="4375A749" w14:textId="77777777" w:rsidR="0085747A" w:rsidRPr="00E61933" w:rsidRDefault="00133171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eastAsia="Times New Roman" w:hAnsi="Corbel" w:cs="Arial"/>
                <w:b w:val="0"/>
                <w:sz w:val="24"/>
                <w:szCs w:val="24"/>
                <w:lang w:eastAsia="pl-PL"/>
              </w:rPr>
              <w:t>Drugi stopień</w:t>
            </w:r>
          </w:p>
        </w:tc>
      </w:tr>
      <w:tr w:rsidR="0085747A" w:rsidRPr="00D16BDE" w14:paraId="1DF1A262" w14:textId="77777777" w:rsidTr="00E61933">
        <w:tc>
          <w:tcPr>
            <w:tcW w:w="3828" w:type="dxa"/>
            <w:vAlign w:val="center"/>
          </w:tcPr>
          <w:p w14:paraId="68F2CA3F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5953" w:type="dxa"/>
            <w:vAlign w:val="center"/>
          </w:tcPr>
          <w:p w14:paraId="4545B305" w14:textId="77777777" w:rsidR="0085747A" w:rsidRPr="00E61933" w:rsidRDefault="00133171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="0085747A" w:rsidRPr="00D16BDE" w14:paraId="47BBD38B" w14:textId="77777777" w:rsidTr="00E61933">
        <w:tc>
          <w:tcPr>
            <w:tcW w:w="3828" w:type="dxa"/>
            <w:vAlign w:val="center"/>
          </w:tcPr>
          <w:p w14:paraId="59EF3BBA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5953" w:type="dxa"/>
            <w:vAlign w:val="center"/>
          </w:tcPr>
          <w:p w14:paraId="49D33C44" w14:textId="186C6D50" w:rsidR="0085747A" w:rsidRPr="00E61933" w:rsidRDefault="00E61933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N</w:t>
            </w:r>
            <w:r w:rsidR="007C3846" w:rsidRPr="00E61933">
              <w:rPr>
                <w:rFonts w:ascii="Corbel" w:hAnsi="Corbel" w:cs="Arial"/>
                <w:b w:val="0"/>
                <w:sz w:val="24"/>
                <w:szCs w:val="24"/>
              </w:rPr>
              <w:t>ie</w:t>
            </w:r>
            <w:r w:rsidR="00133171" w:rsidRPr="00E61933">
              <w:rPr>
                <w:rFonts w:ascii="Corbel" w:hAnsi="Corbel" w:cs="Aria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16BDE" w14:paraId="51197C34" w14:textId="77777777" w:rsidTr="00E61933">
        <w:tc>
          <w:tcPr>
            <w:tcW w:w="3828" w:type="dxa"/>
            <w:vAlign w:val="center"/>
          </w:tcPr>
          <w:p w14:paraId="0BAF6958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Rok i semestr</w:t>
            </w:r>
            <w:r w:rsidR="0030395F" w:rsidRPr="00E61933">
              <w:rPr>
                <w:rFonts w:ascii="Corbel" w:hAnsi="Corbel" w:cs="Arial"/>
                <w:sz w:val="24"/>
                <w:szCs w:val="24"/>
              </w:rPr>
              <w:t>/y</w:t>
            </w:r>
            <w:r w:rsidRPr="00E61933">
              <w:rPr>
                <w:rFonts w:ascii="Corbel" w:hAnsi="Corbel" w:cs="Arial"/>
                <w:sz w:val="24"/>
                <w:szCs w:val="24"/>
              </w:rPr>
              <w:t xml:space="preserve"> studiów</w:t>
            </w:r>
          </w:p>
        </w:tc>
        <w:tc>
          <w:tcPr>
            <w:tcW w:w="5953" w:type="dxa"/>
            <w:vAlign w:val="center"/>
          </w:tcPr>
          <w:p w14:paraId="63691362" w14:textId="28D9F00F" w:rsidR="0085747A" w:rsidRPr="00E61933" w:rsidRDefault="00E61933" w:rsidP="009103A1">
            <w:pPr>
              <w:pStyle w:val="HTML-wstpniesformatowany"/>
              <w:shd w:val="clear" w:color="auto" w:fill="FFFFFF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E61933">
              <w:rPr>
                <w:rFonts w:ascii="Corbel" w:hAnsi="Corbel" w:cs="Arial"/>
                <w:color w:val="000000"/>
                <w:sz w:val="24"/>
                <w:szCs w:val="24"/>
              </w:rPr>
              <w:t>R</w:t>
            </w:r>
            <w:r w:rsidR="00133171" w:rsidRPr="00E61933">
              <w:rPr>
                <w:rFonts w:ascii="Corbel" w:hAnsi="Corbel" w:cs="Arial"/>
                <w:color w:val="000000"/>
                <w:sz w:val="24"/>
                <w:szCs w:val="24"/>
              </w:rPr>
              <w:t xml:space="preserve">ok II. </w:t>
            </w:r>
            <w:proofErr w:type="spellStart"/>
            <w:r w:rsidR="00133171" w:rsidRPr="00E61933">
              <w:rPr>
                <w:rFonts w:ascii="Corbel" w:hAnsi="Corbel" w:cs="Arial"/>
                <w:color w:val="000000"/>
                <w:sz w:val="24"/>
                <w:szCs w:val="24"/>
              </w:rPr>
              <w:t>sem</w:t>
            </w:r>
            <w:proofErr w:type="spellEnd"/>
            <w:r w:rsidR="00133171" w:rsidRPr="00E61933">
              <w:rPr>
                <w:rFonts w:ascii="Corbel" w:hAnsi="Corbel" w:cs="Arial"/>
                <w:color w:val="000000"/>
                <w:sz w:val="24"/>
                <w:szCs w:val="24"/>
              </w:rPr>
              <w:t>. 4</w:t>
            </w:r>
          </w:p>
        </w:tc>
      </w:tr>
      <w:tr w:rsidR="0085747A" w:rsidRPr="00D16BDE" w14:paraId="4A74E5A4" w14:textId="77777777" w:rsidTr="00E61933">
        <w:tc>
          <w:tcPr>
            <w:tcW w:w="3828" w:type="dxa"/>
            <w:vAlign w:val="center"/>
          </w:tcPr>
          <w:p w14:paraId="59BEBC6B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5953" w:type="dxa"/>
            <w:vAlign w:val="center"/>
          </w:tcPr>
          <w:p w14:paraId="054F336F" w14:textId="32C339A8" w:rsidR="0085747A" w:rsidRPr="00E61933" w:rsidRDefault="00E61933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K</w:t>
            </w:r>
            <w:r w:rsidR="00133171" w:rsidRPr="00E61933">
              <w:rPr>
                <w:rFonts w:ascii="Corbel" w:hAnsi="Corbel" w:cs="Arial"/>
                <w:b w:val="0"/>
                <w:sz w:val="24"/>
                <w:szCs w:val="24"/>
              </w:rPr>
              <w:t>ierunkowy</w:t>
            </w:r>
          </w:p>
        </w:tc>
      </w:tr>
      <w:tr w:rsidR="00923D7D" w:rsidRPr="00D16BDE" w14:paraId="3519AB88" w14:textId="77777777" w:rsidTr="00E61933">
        <w:tc>
          <w:tcPr>
            <w:tcW w:w="3828" w:type="dxa"/>
            <w:vAlign w:val="center"/>
          </w:tcPr>
          <w:p w14:paraId="019AA6E3" w14:textId="77777777" w:rsidR="00923D7D" w:rsidRPr="00E61933" w:rsidRDefault="00923D7D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5953" w:type="dxa"/>
            <w:vAlign w:val="center"/>
          </w:tcPr>
          <w:p w14:paraId="250111EE" w14:textId="77777777" w:rsidR="00923D7D" w:rsidRPr="00E61933" w:rsidRDefault="00133171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85747A" w:rsidRPr="00D16BDE" w14:paraId="51ED38B5" w14:textId="77777777" w:rsidTr="00E61933">
        <w:tc>
          <w:tcPr>
            <w:tcW w:w="3828" w:type="dxa"/>
            <w:vAlign w:val="center"/>
          </w:tcPr>
          <w:p w14:paraId="34D65E1B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5953" w:type="dxa"/>
            <w:vAlign w:val="center"/>
          </w:tcPr>
          <w:p w14:paraId="1EE4FDE7" w14:textId="77777777" w:rsidR="0085747A" w:rsidRPr="00E61933" w:rsidRDefault="00133171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Wołpiuk</w:t>
            </w:r>
            <w:proofErr w:type="spellEnd"/>
            <w:r w:rsidRPr="00E61933">
              <w:rPr>
                <w:rFonts w:ascii="Corbel" w:hAnsi="Corbel" w:cs="Arial"/>
                <w:b w:val="0"/>
                <w:sz w:val="24"/>
                <w:szCs w:val="24"/>
              </w:rPr>
              <w:t>-Ochocińska</w:t>
            </w:r>
          </w:p>
        </w:tc>
      </w:tr>
      <w:tr w:rsidR="0085747A" w:rsidRPr="00D16BDE" w14:paraId="1876CB14" w14:textId="77777777" w:rsidTr="00E61933">
        <w:tc>
          <w:tcPr>
            <w:tcW w:w="3828" w:type="dxa"/>
            <w:vAlign w:val="center"/>
          </w:tcPr>
          <w:p w14:paraId="14A55947" w14:textId="77777777" w:rsidR="0085747A" w:rsidRPr="00E61933" w:rsidRDefault="0085747A" w:rsidP="009103A1">
            <w:pPr>
              <w:pStyle w:val="Pytania"/>
              <w:spacing w:before="0" w:after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E61933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53" w:type="dxa"/>
            <w:vAlign w:val="center"/>
          </w:tcPr>
          <w:p w14:paraId="265EA899" w14:textId="77777777" w:rsidR="0085747A" w:rsidRPr="00E61933" w:rsidRDefault="0085747A" w:rsidP="009103A1">
            <w:pPr>
              <w:pStyle w:val="Odpowiedzi"/>
              <w:spacing w:before="0" w:after="0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</w:tbl>
    <w:p w14:paraId="20597B69" w14:textId="77777777" w:rsidR="00923D7D" w:rsidRPr="00D16BDE" w:rsidRDefault="00923D7D" w:rsidP="000F4ACF">
      <w:pPr>
        <w:pStyle w:val="Podpunkty"/>
        <w:spacing w:line="360" w:lineRule="auto"/>
        <w:ind w:left="0"/>
        <w:rPr>
          <w:rFonts w:ascii="Corbel" w:hAnsi="Corbel" w:cs="Arial"/>
          <w:szCs w:val="22"/>
        </w:rPr>
      </w:pPr>
    </w:p>
    <w:p w14:paraId="23E02704" w14:textId="77777777" w:rsidR="0085747A" w:rsidRPr="00D16BDE" w:rsidRDefault="0085747A" w:rsidP="000F4ACF">
      <w:pPr>
        <w:pStyle w:val="Podpunkty"/>
        <w:spacing w:line="360" w:lineRule="auto"/>
        <w:ind w:left="284"/>
        <w:rPr>
          <w:rFonts w:ascii="Corbel" w:hAnsi="Corbel" w:cs="Arial"/>
          <w:szCs w:val="22"/>
        </w:rPr>
      </w:pPr>
      <w:r w:rsidRPr="00D16BDE">
        <w:rPr>
          <w:rFonts w:ascii="Corbel" w:hAnsi="Corbel" w:cs="Arial"/>
          <w:szCs w:val="22"/>
        </w:rPr>
        <w:t>1.</w:t>
      </w:r>
      <w:r w:rsidR="00E22FBC" w:rsidRPr="00D16BDE">
        <w:rPr>
          <w:rFonts w:ascii="Corbel" w:hAnsi="Corbel" w:cs="Arial"/>
          <w:szCs w:val="22"/>
        </w:rPr>
        <w:t>1</w:t>
      </w:r>
      <w:r w:rsidRPr="00D16BDE">
        <w:rPr>
          <w:rFonts w:ascii="Corbel" w:hAnsi="Corbel" w:cs="Arial"/>
          <w:szCs w:val="22"/>
        </w:rPr>
        <w:t xml:space="preserve">.Formy zajęć dydaktycznych, wymiar godzin i punktów ECTS </w:t>
      </w:r>
    </w:p>
    <w:p w14:paraId="69457CF2" w14:textId="77777777" w:rsidR="00923D7D" w:rsidRPr="00D16BDE" w:rsidRDefault="00923D7D" w:rsidP="000F4ACF">
      <w:pPr>
        <w:pStyle w:val="Podpunkty"/>
        <w:spacing w:line="360" w:lineRule="auto"/>
        <w:ind w:left="0"/>
        <w:rPr>
          <w:rFonts w:ascii="Corbel" w:hAnsi="Corbel"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16BDE" w14:paraId="3F5B44B5" w14:textId="77777777" w:rsidTr="003A0C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4E78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r w:rsidRPr="00D16BDE">
              <w:rPr>
                <w:rFonts w:ascii="Corbel" w:hAnsi="Corbel" w:cs="Arial"/>
                <w:sz w:val="22"/>
              </w:rPr>
              <w:t>Semestr</w:t>
            </w:r>
          </w:p>
          <w:p w14:paraId="43EA236A" w14:textId="77777777" w:rsidR="00015B8F" w:rsidRPr="00D16BDE" w:rsidRDefault="002B5EA0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r w:rsidRPr="00D16BDE">
              <w:rPr>
                <w:rFonts w:ascii="Corbel" w:hAnsi="Corbel" w:cs="Arial"/>
                <w:sz w:val="22"/>
              </w:rPr>
              <w:t>(</w:t>
            </w:r>
            <w:r w:rsidR="00363F78" w:rsidRPr="00D16BDE">
              <w:rPr>
                <w:rFonts w:ascii="Corbel" w:hAnsi="Corbel" w:cs="Aria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D80D6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proofErr w:type="spellStart"/>
            <w:r w:rsidRPr="00D16BDE">
              <w:rPr>
                <w:rFonts w:ascii="Corbel" w:hAnsi="Corbel" w:cs="Arial"/>
                <w:sz w:val="22"/>
              </w:rPr>
              <w:t>Wykł</w:t>
            </w:r>
            <w:proofErr w:type="spellEnd"/>
            <w:r w:rsidRPr="00D16BDE">
              <w:rPr>
                <w:rFonts w:ascii="Corbel" w:hAnsi="Corbel" w:cs="Aria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457BB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r w:rsidRPr="00D16BDE">
              <w:rPr>
                <w:rFonts w:ascii="Corbel" w:hAnsi="Corbel" w:cs="Aria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4713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proofErr w:type="spellStart"/>
            <w:r w:rsidRPr="00D16BDE">
              <w:rPr>
                <w:rFonts w:ascii="Corbel" w:hAnsi="Corbel" w:cs="Arial"/>
                <w:sz w:val="22"/>
              </w:rPr>
              <w:t>Konw</w:t>
            </w:r>
            <w:proofErr w:type="spellEnd"/>
            <w:r w:rsidRPr="00D16BDE">
              <w:rPr>
                <w:rFonts w:ascii="Corbel" w:hAnsi="Corbel" w:cs="Aria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68D7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r w:rsidRPr="00D16BDE">
              <w:rPr>
                <w:rFonts w:ascii="Corbel" w:hAnsi="Corbel" w:cs="Aria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B7C7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proofErr w:type="spellStart"/>
            <w:r w:rsidRPr="00D16BDE">
              <w:rPr>
                <w:rFonts w:ascii="Corbel" w:hAnsi="Corbel" w:cs="Arial"/>
                <w:sz w:val="22"/>
              </w:rPr>
              <w:t>Sem</w:t>
            </w:r>
            <w:proofErr w:type="spellEnd"/>
            <w:r w:rsidRPr="00D16BDE">
              <w:rPr>
                <w:rFonts w:ascii="Corbel" w:hAnsi="Corbel" w:cs="Aria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258F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r w:rsidRPr="00D16BDE">
              <w:rPr>
                <w:rFonts w:ascii="Corbel" w:hAnsi="Corbel" w:cs="Aria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B7BD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proofErr w:type="spellStart"/>
            <w:r w:rsidRPr="00D16BDE">
              <w:rPr>
                <w:rFonts w:ascii="Corbel" w:hAnsi="Corbel" w:cs="Arial"/>
                <w:sz w:val="22"/>
              </w:rPr>
              <w:t>Prakt</w:t>
            </w:r>
            <w:proofErr w:type="spellEnd"/>
            <w:r w:rsidRPr="00D16BDE">
              <w:rPr>
                <w:rFonts w:ascii="Corbel" w:hAnsi="Corbel" w:cs="Aria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8B0DE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sz w:val="22"/>
              </w:rPr>
            </w:pPr>
            <w:r w:rsidRPr="00D16BDE">
              <w:rPr>
                <w:rFonts w:ascii="Corbel" w:hAnsi="Corbel" w:cs="Aria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5FB02" w14:textId="77777777" w:rsidR="00015B8F" w:rsidRPr="00D16BDE" w:rsidRDefault="00015B8F" w:rsidP="000F4ACF">
            <w:pPr>
              <w:pStyle w:val="Nagwkitablic"/>
              <w:spacing w:line="360" w:lineRule="auto"/>
              <w:jc w:val="center"/>
              <w:rPr>
                <w:rFonts w:ascii="Corbel" w:hAnsi="Corbel" w:cs="Arial"/>
                <w:b/>
                <w:sz w:val="22"/>
              </w:rPr>
            </w:pPr>
            <w:r w:rsidRPr="00D16BDE">
              <w:rPr>
                <w:rFonts w:ascii="Corbel" w:hAnsi="Corbel" w:cs="Arial"/>
                <w:b/>
                <w:sz w:val="22"/>
              </w:rPr>
              <w:t>Liczba pkt</w:t>
            </w:r>
            <w:r w:rsidR="00B90885" w:rsidRPr="00D16BDE">
              <w:rPr>
                <w:rFonts w:ascii="Corbel" w:hAnsi="Corbel" w:cs="Arial"/>
                <w:b/>
                <w:sz w:val="22"/>
              </w:rPr>
              <w:t>.</w:t>
            </w:r>
            <w:r w:rsidRPr="00D16BDE">
              <w:rPr>
                <w:rFonts w:ascii="Corbel" w:hAnsi="Corbel" w:cs="Arial"/>
                <w:b/>
                <w:sz w:val="22"/>
              </w:rPr>
              <w:t xml:space="preserve"> ECTS</w:t>
            </w:r>
          </w:p>
        </w:tc>
      </w:tr>
      <w:tr w:rsidR="00015B8F" w:rsidRPr="00D16BDE" w14:paraId="5FC42BEC" w14:textId="77777777" w:rsidTr="003A0C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AA73" w14:textId="77777777" w:rsidR="00015B8F" w:rsidRPr="00D16BDE" w:rsidRDefault="00133171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  <w:r w:rsidRPr="00D16BDE">
              <w:rPr>
                <w:rFonts w:ascii="Corbel" w:hAnsi="Corbel" w:cs="Arial"/>
                <w:sz w:val="22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B753" w14:textId="77777777" w:rsidR="00015B8F" w:rsidRPr="00D16BDE" w:rsidRDefault="007C3846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  <w:r w:rsidRPr="00D16BDE">
              <w:rPr>
                <w:rFonts w:ascii="Corbel" w:hAnsi="Corbel" w:cs="Arial"/>
                <w:sz w:val="22"/>
                <w:szCs w:val="22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B1CF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370D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DA4B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50A7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F59A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F41B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7D82" w14:textId="77777777" w:rsidR="00015B8F" w:rsidRPr="00D16BDE" w:rsidRDefault="00015B8F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CBEE" w14:textId="77777777" w:rsidR="00015B8F" w:rsidRPr="00D16BDE" w:rsidRDefault="00133171" w:rsidP="000F4ACF">
            <w:pPr>
              <w:pStyle w:val="centralniewrubryce"/>
              <w:spacing w:before="0" w:after="0" w:line="360" w:lineRule="auto"/>
              <w:rPr>
                <w:rFonts w:ascii="Corbel" w:hAnsi="Corbel" w:cs="Arial"/>
                <w:sz w:val="22"/>
                <w:szCs w:val="22"/>
              </w:rPr>
            </w:pPr>
            <w:r w:rsidRPr="00D16BDE">
              <w:rPr>
                <w:rFonts w:ascii="Corbel" w:hAnsi="Corbel" w:cs="Arial"/>
                <w:sz w:val="22"/>
                <w:szCs w:val="22"/>
              </w:rPr>
              <w:t>3</w:t>
            </w:r>
          </w:p>
        </w:tc>
      </w:tr>
    </w:tbl>
    <w:p w14:paraId="03D5DB00" w14:textId="77777777" w:rsidR="00923D7D" w:rsidRPr="00D16BDE" w:rsidRDefault="00923D7D" w:rsidP="000F4ACF">
      <w:pPr>
        <w:pStyle w:val="Podpunkty"/>
        <w:spacing w:line="360" w:lineRule="auto"/>
        <w:rPr>
          <w:rFonts w:ascii="Corbel" w:hAnsi="Corbel" w:cs="Arial"/>
          <w:b w:val="0"/>
          <w:szCs w:val="22"/>
          <w:lang w:eastAsia="en-US"/>
        </w:rPr>
      </w:pPr>
    </w:p>
    <w:p w14:paraId="3E3F2F72" w14:textId="77777777" w:rsidR="0085747A" w:rsidRPr="009103A1" w:rsidRDefault="0085747A" w:rsidP="000F4ACF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Arial"/>
          <w:b w:val="0"/>
          <w:smallCaps w:val="0"/>
          <w:szCs w:val="24"/>
        </w:rPr>
      </w:pPr>
      <w:r w:rsidRPr="00D16BDE">
        <w:rPr>
          <w:rFonts w:ascii="Corbel" w:hAnsi="Corbel" w:cs="Arial"/>
          <w:smallCaps w:val="0"/>
          <w:sz w:val="22"/>
        </w:rPr>
        <w:t>1.</w:t>
      </w:r>
      <w:r w:rsidR="00E22FBC" w:rsidRPr="00D16BDE">
        <w:rPr>
          <w:rFonts w:ascii="Corbel" w:hAnsi="Corbel" w:cs="Arial"/>
          <w:smallCaps w:val="0"/>
          <w:sz w:val="22"/>
        </w:rPr>
        <w:t>2</w:t>
      </w:r>
      <w:r w:rsidR="00F83B28" w:rsidRPr="009103A1">
        <w:rPr>
          <w:rFonts w:ascii="Corbel" w:hAnsi="Corbel" w:cs="Arial"/>
          <w:smallCaps w:val="0"/>
          <w:szCs w:val="24"/>
        </w:rPr>
        <w:t>.</w:t>
      </w:r>
      <w:r w:rsidR="00F83B28" w:rsidRPr="009103A1">
        <w:rPr>
          <w:rFonts w:ascii="Corbel" w:hAnsi="Corbel" w:cs="Arial"/>
          <w:smallCaps w:val="0"/>
          <w:szCs w:val="24"/>
        </w:rPr>
        <w:tab/>
      </w:r>
      <w:r w:rsidRPr="009103A1">
        <w:rPr>
          <w:rFonts w:ascii="Corbel" w:hAnsi="Corbel" w:cs="Arial"/>
          <w:smallCaps w:val="0"/>
          <w:szCs w:val="24"/>
        </w:rPr>
        <w:t xml:space="preserve">Sposób realizacji zajęć  </w:t>
      </w:r>
    </w:p>
    <w:p w14:paraId="190BF4D8" w14:textId="1E8B6145" w:rsidR="0085747A" w:rsidRPr="009103A1" w:rsidRDefault="009103A1" w:rsidP="000F4ACF">
      <w:pPr>
        <w:pStyle w:val="Punktygwne"/>
        <w:spacing w:before="0" w:after="0" w:line="360" w:lineRule="auto"/>
        <w:ind w:left="709"/>
        <w:rPr>
          <w:rFonts w:ascii="Corbel" w:hAnsi="Corbel" w:cs="Arial"/>
          <w:smallCaps w:val="0"/>
          <w:szCs w:val="24"/>
          <w:u w:val="single"/>
        </w:rPr>
      </w:pPr>
      <w:r w:rsidRPr="009103A1">
        <w:rPr>
          <w:rFonts w:ascii="Segoe UI Symbol" w:eastAsia="MS Gothic" w:hAnsi="Segoe UI Symbol" w:cs="Segoe UI Symbol"/>
          <w:szCs w:val="24"/>
          <w:u w:val="single"/>
        </w:rPr>
        <w:t>X</w:t>
      </w:r>
      <w:r w:rsidR="0085747A" w:rsidRPr="009103A1">
        <w:rPr>
          <w:rFonts w:ascii="Corbel" w:hAnsi="Corbel" w:cs="Arial"/>
          <w:smallCaps w:val="0"/>
          <w:szCs w:val="24"/>
          <w:u w:val="single"/>
        </w:rPr>
        <w:t xml:space="preserve"> zajęcia w formie tradycyjnej </w:t>
      </w:r>
    </w:p>
    <w:p w14:paraId="7ABCC06E" w14:textId="77777777" w:rsidR="0085747A" w:rsidRPr="009103A1" w:rsidRDefault="0085747A" w:rsidP="000F4ACF">
      <w:pPr>
        <w:pStyle w:val="Punktygwne"/>
        <w:spacing w:before="0" w:after="0" w:line="360" w:lineRule="auto"/>
        <w:ind w:left="709"/>
        <w:rPr>
          <w:rFonts w:ascii="Corbel" w:hAnsi="Corbel" w:cs="Arial"/>
          <w:b w:val="0"/>
          <w:smallCaps w:val="0"/>
          <w:szCs w:val="24"/>
        </w:rPr>
      </w:pPr>
      <w:r w:rsidRPr="009103A1">
        <w:rPr>
          <w:rFonts w:ascii="Segoe UI Symbol" w:eastAsia="MS Gothic" w:hAnsi="Segoe UI Symbol" w:cs="Segoe UI Symbol"/>
          <w:b w:val="0"/>
          <w:szCs w:val="24"/>
        </w:rPr>
        <w:t>☐</w:t>
      </w:r>
      <w:r w:rsidRPr="009103A1">
        <w:rPr>
          <w:rFonts w:ascii="Corbel" w:hAnsi="Corbel" w:cs="Aria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2F447B" w14:textId="77777777" w:rsidR="0085747A" w:rsidRPr="009103A1" w:rsidRDefault="0085747A" w:rsidP="000F4ACF">
      <w:pPr>
        <w:pStyle w:val="Punktygwne"/>
        <w:spacing w:before="0" w:after="0" w:line="360" w:lineRule="auto"/>
        <w:rPr>
          <w:rFonts w:ascii="Corbel" w:hAnsi="Corbel" w:cs="Arial"/>
          <w:smallCaps w:val="0"/>
          <w:szCs w:val="24"/>
        </w:rPr>
      </w:pPr>
    </w:p>
    <w:p w14:paraId="4E62FAB9" w14:textId="77777777" w:rsidR="00E22FBC" w:rsidRPr="009103A1" w:rsidRDefault="00E22FBC" w:rsidP="000F4ACF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 xml:space="preserve">1.3 </w:t>
      </w:r>
      <w:r w:rsidR="00F83B28" w:rsidRPr="009103A1">
        <w:rPr>
          <w:rFonts w:ascii="Corbel" w:hAnsi="Corbel" w:cs="Arial"/>
          <w:smallCaps w:val="0"/>
          <w:szCs w:val="24"/>
        </w:rPr>
        <w:tab/>
      </w:r>
      <w:r w:rsidRPr="009103A1">
        <w:rPr>
          <w:rFonts w:ascii="Corbel" w:hAnsi="Corbel" w:cs="Arial"/>
          <w:smallCaps w:val="0"/>
          <w:szCs w:val="24"/>
        </w:rPr>
        <w:t>For</w:t>
      </w:r>
      <w:r w:rsidR="00445970" w:rsidRPr="009103A1">
        <w:rPr>
          <w:rFonts w:ascii="Corbel" w:hAnsi="Corbel" w:cs="Arial"/>
          <w:smallCaps w:val="0"/>
          <w:szCs w:val="24"/>
        </w:rPr>
        <w:t xml:space="preserve">ma zaliczenia przedmiotu </w:t>
      </w:r>
      <w:r w:rsidRPr="009103A1">
        <w:rPr>
          <w:rFonts w:ascii="Corbel" w:hAnsi="Corbel" w:cs="Arial"/>
          <w:smallCaps w:val="0"/>
          <w:szCs w:val="24"/>
        </w:rPr>
        <w:t xml:space="preserve"> (z toku</w:t>
      </w:r>
      <w:r w:rsidR="00133171" w:rsidRPr="009103A1">
        <w:rPr>
          <w:rFonts w:ascii="Corbel" w:hAnsi="Corbel" w:cs="Arial"/>
          <w:smallCaps w:val="0"/>
          <w:szCs w:val="24"/>
        </w:rPr>
        <w:t xml:space="preserve">) </w:t>
      </w:r>
      <w:r w:rsidR="00D56E1C" w:rsidRPr="009103A1">
        <w:rPr>
          <w:rFonts w:ascii="Corbel" w:hAnsi="Corbel" w:cs="Arial"/>
          <w:b w:val="0"/>
          <w:smallCaps w:val="0"/>
          <w:szCs w:val="24"/>
        </w:rPr>
        <w:t>egzamin</w:t>
      </w:r>
    </w:p>
    <w:p w14:paraId="46397575" w14:textId="77777777" w:rsidR="00E960BB" w:rsidRPr="009103A1" w:rsidRDefault="0085747A" w:rsidP="000F4ACF">
      <w:pPr>
        <w:pStyle w:val="Punktygwne"/>
        <w:spacing w:before="0" w:after="0" w:line="360" w:lineRule="auto"/>
        <w:rPr>
          <w:rFonts w:ascii="Corbel" w:hAnsi="Corbel" w:cs="Arial"/>
          <w:szCs w:val="24"/>
        </w:rPr>
      </w:pPr>
      <w:r w:rsidRPr="009103A1">
        <w:rPr>
          <w:rFonts w:ascii="Corbel" w:hAnsi="Corbel" w:cs="Aria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103A1" w14:paraId="4EAF555A" w14:textId="77777777" w:rsidTr="00745302">
        <w:tc>
          <w:tcPr>
            <w:tcW w:w="9670" w:type="dxa"/>
          </w:tcPr>
          <w:p w14:paraId="255BD2B6" w14:textId="77777777" w:rsidR="0085747A" w:rsidRPr="009103A1" w:rsidRDefault="00133171" w:rsidP="000F4ACF">
            <w:pPr>
              <w:pStyle w:val="Punktygwne"/>
              <w:spacing w:before="40" w:after="40" w:line="360" w:lineRule="auto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Zainteresowanie tematyką psychologiczną, podstawy wiedzy z zakresu psychologii ogólnej i społecznej</w:t>
            </w:r>
          </w:p>
        </w:tc>
      </w:tr>
    </w:tbl>
    <w:p w14:paraId="376A313E" w14:textId="77777777" w:rsidR="00153C41" w:rsidRPr="009103A1" w:rsidRDefault="00153C41" w:rsidP="000F4ACF">
      <w:pPr>
        <w:pStyle w:val="Punktygwne"/>
        <w:spacing w:before="0" w:after="0" w:line="360" w:lineRule="auto"/>
        <w:rPr>
          <w:rFonts w:ascii="Corbel" w:hAnsi="Corbel" w:cs="Arial"/>
          <w:szCs w:val="24"/>
        </w:rPr>
      </w:pPr>
    </w:p>
    <w:p w14:paraId="7FEFDF4D" w14:textId="77777777" w:rsidR="0085747A" w:rsidRPr="009103A1" w:rsidRDefault="0071620A" w:rsidP="000F4ACF">
      <w:pPr>
        <w:pStyle w:val="Punktygwne"/>
        <w:spacing w:before="0" w:after="0" w:line="360" w:lineRule="auto"/>
        <w:rPr>
          <w:rFonts w:ascii="Corbel" w:hAnsi="Corbel" w:cs="Arial"/>
          <w:szCs w:val="24"/>
        </w:rPr>
      </w:pPr>
      <w:r w:rsidRPr="009103A1">
        <w:rPr>
          <w:rFonts w:ascii="Corbel" w:hAnsi="Corbel" w:cs="Arial"/>
          <w:szCs w:val="24"/>
        </w:rPr>
        <w:t>3.</w:t>
      </w:r>
      <w:r w:rsidR="0085747A" w:rsidRPr="009103A1">
        <w:rPr>
          <w:rFonts w:ascii="Corbel" w:hAnsi="Corbel" w:cs="Arial"/>
          <w:szCs w:val="24"/>
        </w:rPr>
        <w:t xml:space="preserve"> </w:t>
      </w:r>
      <w:r w:rsidR="00A84C85" w:rsidRPr="009103A1">
        <w:rPr>
          <w:rFonts w:ascii="Corbel" w:hAnsi="Corbel" w:cs="Arial"/>
          <w:szCs w:val="24"/>
        </w:rPr>
        <w:t>cele, efekty uczenia się</w:t>
      </w:r>
      <w:r w:rsidR="0085747A" w:rsidRPr="009103A1">
        <w:rPr>
          <w:rFonts w:ascii="Corbel" w:hAnsi="Corbel" w:cs="Arial"/>
          <w:szCs w:val="24"/>
        </w:rPr>
        <w:t xml:space="preserve"> , treści Programowe i stosowane metody Dydaktyczne</w:t>
      </w:r>
    </w:p>
    <w:p w14:paraId="30568DA0" w14:textId="77777777" w:rsidR="0085747A" w:rsidRPr="009103A1" w:rsidRDefault="0085747A" w:rsidP="000F4ACF">
      <w:pPr>
        <w:pStyle w:val="Punktygwne"/>
        <w:spacing w:before="0" w:after="0" w:line="360" w:lineRule="auto"/>
        <w:rPr>
          <w:rFonts w:ascii="Corbel" w:hAnsi="Corbel" w:cs="Arial"/>
          <w:szCs w:val="24"/>
        </w:rPr>
      </w:pPr>
    </w:p>
    <w:p w14:paraId="03840853" w14:textId="77777777" w:rsidR="0085747A" w:rsidRPr="009103A1" w:rsidRDefault="0071620A" w:rsidP="000F4ACF">
      <w:pPr>
        <w:pStyle w:val="Podpunkty"/>
        <w:spacing w:line="360" w:lineRule="auto"/>
        <w:rPr>
          <w:rFonts w:ascii="Corbel" w:hAnsi="Corbel" w:cs="Arial"/>
          <w:sz w:val="24"/>
          <w:szCs w:val="24"/>
        </w:rPr>
      </w:pPr>
      <w:r w:rsidRPr="009103A1">
        <w:rPr>
          <w:rFonts w:ascii="Corbel" w:hAnsi="Corbel" w:cs="Arial"/>
          <w:sz w:val="24"/>
          <w:szCs w:val="24"/>
        </w:rPr>
        <w:lastRenderedPageBreak/>
        <w:t xml:space="preserve">3.1 </w:t>
      </w:r>
      <w:r w:rsidR="00C05F44" w:rsidRPr="009103A1">
        <w:rPr>
          <w:rFonts w:ascii="Corbel" w:hAnsi="Corbel" w:cs="Aria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103A1" w14:paraId="08FC07EE" w14:textId="77777777" w:rsidTr="004C41A3">
        <w:tc>
          <w:tcPr>
            <w:tcW w:w="843" w:type="dxa"/>
            <w:vAlign w:val="center"/>
          </w:tcPr>
          <w:p w14:paraId="7B3FF96B" w14:textId="77777777" w:rsidR="0085747A" w:rsidRPr="009103A1" w:rsidRDefault="0085747A" w:rsidP="000F4ACF">
            <w:pPr>
              <w:pStyle w:val="Podpunkty"/>
              <w:spacing w:before="40" w:after="40" w:line="360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103A1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0507096" w14:textId="77777777" w:rsidR="0085747A" w:rsidRPr="009103A1" w:rsidRDefault="00517579" w:rsidP="000F4ACF">
            <w:pPr>
              <w:pStyle w:val="Podpunkty"/>
              <w:spacing w:before="40" w:after="40" w:line="360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103A1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się ze współczesnymi ujęciami człowieka z perspektywy psychologicznej </w:t>
            </w:r>
          </w:p>
        </w:tc>
      </w:tr>
      <w:tr w:rsidR="0085747A" w:rsidRPr="009103A1" w14:paraId="12D9C2FF" w14:textId="77777777" w:rsidTr="004C41A3">
        <w:tc>
          <w:tcPr>
            <w:tcW w:w="843" w:type="dxa"/>
            <w:vAlign w:val="center"/>
          </w:tcPr>
          <w:p w14:paraId="47C8FC58" w14:textId="77777777" w:rsidR="0085747A" w:rsidRPr="009103A1" w:rsidRDefault="00517579" w:rsidP="000F4ACF">
            <w:pPr>
              <w:pStyle w:val="Cele"/>
              <w:spacing w:before="40" w:after="40" w:line="360" w:lineRule="auto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4858F5E" w14:textId="77777777" w:rsidR="0085747A" w:rsidRPr="009103A1" w:rsidRDefault="003A0C34" w:rsidP="000F4ACF">
            <w:pPr>
              <w:pStyle w:val="Podpunkty"/>
              <w:spacing w:before="40" w:after="40" w:line="360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103A1">
              <w:rPr>
                <w:rFonts w:ascii="Corbel" w:hAnsi="Corbel" w:cs="Arial"/>
                <w:b w:val="0"/>
                <w:sz w:val="24"/>
                <w:szCs w:val="24"/>
              </w:rPr>
              <w:t>Rozróżnianie poszczególnych teorii inteligencji i dokonanie ich krytycznej oceny</w:t>
            </w:r>
          </w:p>
        </w:tc>
      </w:tr>
      <w:tr w:rsidR="0085747A" w:rsidRPr="009103A1" w14:paraId="60018BF5" w14:textId="77777777" w:rsidTr="004C41A3">
        <w:tc>
          <w:tcPr>
            <w:tcW w:w="843" w:type="dxa"/>
            <w:vAlign w:val="center"/>
          </w:tcPr>
          <w:p w14:paraId="471A6CCE" w14:textId="77777777" w:rsidR="0085747A" w:rsidRPr="009103A1" w:rsidRDefault="00517579" w:rsidP="000F4ACF">
            <w:pPr>
              <w:pStyle w:val="Podpunkty"/>
              <w:spacing w:before="40" w:after="40" w:line="360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103A1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5BCCEF34" w14:textId="77777777" w:rsidR="0085747A" w:rsidRPr="009103A1" w:rsidRDefault="003A0C34" w:rsidP="000F4ACF">
            <w:pPr>
              <w:pStyle w:val="Podpunkty"/>
              <w:spacing w:before="40" w:after="40" w:line="360" w:lineRule="auto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103A1">
              <w:rPr>
                <w:rFonts w:ascii="Corbel" w:hAnsi="Corbel" w:cs="Arial"/>
                <w:b w:val="0"/>
                <w:sz w:val="24"/>
                <w:szCs w:val="24"/>
              </w:rPr>
              <w:t>Uwrażliwienie na istnienie patologicznych procesów społecznych w relacjach międzyludzkich (konformizm, uległość)</w:t>
            </w:r>
          </w:p>
        </w:tc>
      </w:tr>
    </w:tbl>
    <w:p w14:paraId="36632FB0" w14:textId="77777777" w:rsidR="001D7B54" w:rsidRPr="009103A1" w:rsidRDefault="009F4610" w:rsidP="000F4ACF">
      <w:pPr>
        <w:spacing w:after="0" w:line="360" w:lineRule="auto"/>
        <w:ind w:left="426"/>
        <w:rPr>
          <w:rFonts w:ascii="Corbel" w:hAnsi="Corbel" w:cs="Arial"/>
          <w:sz w:val="24"/>
          <w:szCs w:val="24"/>
        </w:rPr>
      </w:pPr>
      <w:r w:rsidRPr="009103A1">
        <w:rPr>
          <w:rFonts w:ascii="Corbel" w:hAnsi="Corbel" w:cs="Arial"/>
          <w:b/>
          <w:sz w:val="24"/>
          <w:szCs w:val="24"/>
        </w:rPr>
        <w:t xml:space="preserve">3.2 </w:t>
      </w:r>
      <w:r w:rsidR="001D7B54" w:rsidRPr="009103A1">
        <w:rPr>
          <w:rFonts w:ascii="Corbel" w:hAnsi="Corbel" w:cs="Arial"/>
          <w:b/>
          <w:sz w:val="24"/>
          <w:szCs w:val="24"/>
        </w:rPr>
        <w:t xml:space="preserve">Efekty </w:t>
      </w:r>
      <w:r w:rsidR="00C05F44" w:rsidRPr="009103A1">
        <w:rPr>
          <w:rFonts w:ascii="Corbel" w:hAnsi="Corbel" w:cs="Arial"/>
          <w:b/>
          <w:sz w:val="24"/>
          <w:szCs w:val="24"/>
        </w:rPr>
        <w:t xml:space="preserve">uczenia się </w:t>
      </w:r>
      <w:r w:rsidR="001D7B54" w:rsidRPr="009103A1">
        <w:rPr>
          <w:rFonts w:ascii="Corbel" w:hAnsi="Corbel" w:cs="Arial"/>
          <w:b/>
          <w:sz w:val="24"/>
          <w:szCs w:val="24"/>
        </w:rPr>
        <w:t>dla przedmiotu</w:t>
      </w:r>
      <w:r w:rsidR="00445970" w:rsidRPr="009103A1">
        <w:rPr>
          <w:rFonts w:ascii="Corbel" w:hAnsi="Corbel" w:cs="Arial"/>
          <w:sz w:val="24"/>
          <w:szCs w:val="24"/>
        </w:rPr>
        <w:t xml:space="preserve"> </w:t>
      </w:r>
    </w:p>
    <w:p w14:paraId="16294C2E" w14:textId="77777777" w:rsidR="001D7B54" w:rsidRPr="009103A1" w:rsidRDefault="001D7B54" w:rsidP="000F4ACF">
      <w:pPr>
        <w:spacing w:after="0" w:line="36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103A1" w14:paraId="45495336" w14:textId="77777777" w:rsidTr="00770854">
        <w:tc>
          <w:tcPr>
            <w:tcW w:w="1681" w:type="dxa"/>
            <w:vAlign w:val="center"/>
          </w:tcPr>
          <w:p w14:paraId="495C4100" w14:textId="77777777" w:rsidR="0085747A" w:rsidRPr="009103A1" w:rsidRDefault="0085747A" w:rsidP="000F4ACF">
            <w:pPr>
              <w:pStyle w:val="Punktygwne"/>
              <w:spacing w:before="0" w:after="0" w:line="360" w:lineRule="auto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smallCaps w:val="0"/>
                <w:szCs w:val="24"/>
              </w:rPr>
              <w:t>EK</w:t>
            </w:r>
            <w:r w:rsidR="00A84C85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 (</w:t>
            </w:r>
            <w:r w:rsidR="00C05F44" w:rsidRPr="009103A1">
              <w:rPr>
                <w:rFonts w:ascii="Corbel" w:hAnsi="Corbel" w:cs="Arial"/>
                <w:b w:val="0"/>
                <w:smallCaps w:val="0"/>
                <w:szCs w:val="24"/>
              </w:rPr>
              <w:t>efekt uczenia się</w:t>
            </w:r>
            <w:r w:rsidR="00B82308" w:rsidRPr="009103A1">
              <w:rPr>
                <w:rFonts w:ascii="Corbel" w:hAnsi="Corbel" w:cs="Aria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33670FE" w14:textId="77777777" w:rsidR="0085747A" w:rsidRPr="009103A1" w:rsidRDefault="0085747A" w:rsidP="000F4ACF">
            <w:pPr>
              <w:pStyle w:val="Punktygwne"/>
              <w:spacing w:before="0" w:after="0" w:line="360" w:lineRule="auto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</w:t>
            </w:r>
            <w:r w:rsidR="00C05F44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uczenia się </w:t>
            </w: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99B1DE" w14:textId="77777777" w:rsidR="0085747A" w:rsidRPr="009103A1" w:rsidRDefault="0085747A" w:rsidP="000F4ACF">
            <w:pPr>
              <w:pStyle w:val="Punktygwne"/>
              <w:spacing w:before="0" w:after="0" w:line="360" w:lineRule="auto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103A1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="00133171" w:rsidRPr="009103A1" w14:paraId="3E13C732" w14:textId="77777777" w:rsidTr="00770854">
        <w:tc>
          <w:tcPr>
            <w:tcW w:w="1681" w:type="dxa"/>
          </w:tcPr>
          <w:p w14:paraId="290A15FC" w14:textId="77777777" w:rsidR="00133171" w:rsidRPr="009103A1" w:rsidRDefault="00133171" w:rsidP="000F4ACF">
            <w:pPr>
              <w:pStyle w:val="Punktygwne"/>
              <w:spacing w:before="0" w:after="0" w:line="360" w:lineRule="auto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</w:t>
            </w: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2FA3673" w14:textId="323AF231" w:rsidR="00133171" w:rsidRPr="009103A1" w:rsidRDefault="0099693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  <w:szCs w:val="24"/>
              </w:rPr>
              <w:t>Student</w:t>
            </w:r>
            <w:r w:rsidR="00517579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 </w:t>
            </w:r>
            <w:r w:rsidR="000F4ACF" w:rsidRPr="009103A1">
              <w:rPr>
                <w:rFonts w:ascii="Corbel" w:hAnsi="Corbel" w:cs="Arial"/>
                <w:b w:val="0"/>
                <w:smallCaps w:val="0"/>
                <w:szCs w:val="24"/>
              </w:rPr>
              <w:t>zidentyfikuje społeczne</w:t>
            </w:r>
            <w:r w:rsidR="00517579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, psychologiczne i kulturowe </w:t>
            </w:r>
            <w:r w:rsidR="00042515" w:rsidRPr="009103A1">
              <w:rPr>
                <w:rFonts w:ascii="Corbel" w:hAnsi="Corbel" w:cs="Arial"/>
                <w:b w:val="0"/>
                <w:smallCaps w:val="0"/>
                <w:szCs w:val="24"/>
              </w:rPr>
              <w:t>stereotypy</w:t>
            </w:r>
            <w:r w:rsidR="00517579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 w zakresie </w:t>
            </w:r>
            <w:r w:rsidR="00304B1A" w:rsidRPr="009103A1">
              <w:rPr>
                <w:rFonts w:ascii="Corbel" w:hAnsi="Corbel" w:cs="Arial"/>
                <w:b w:val="0"/>
                <w:smallCaps w:val="0"/>
                <w:szCs w:val="24"/>
              </w:rPr>
              <w:t>funkcjonowania</w:t>
            </w:r>
            <w:r w:rsidR="00517579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 </w:t>
            </w:r>
            <w:r w:rsidR="00042515" w:rsidRPr="009103A1">
              <w:rPr>
                <w:rFonts w:ascii="Corbel" w:hAnsi="Corbel" w:cs="Arial"/>
                <w:b w:val="0"/>
                <w:smallCaps w:val="0"/>
                <w:szCs w:val="24"/>
              </w:rPr>
              <w:t>płci</w:t>
            </w:r>
          </w:p>
        </w:tc>
        <w:tc>
          <w:tcPr>
            <w:tcW w:w="1865" w:type="dxa"/>
          </w:tcPr>
          <w:p w14:paraId="54077B58" w14:textId="77777777" w:rsidR="00133171" w:rsidRPr="009103A1" w:rsidRDefault="00133171" w:rsidP="009103A1">
            <w:pPr>
              <w:pStyle w:val="HTML-wstpniesformatowany"/>
              <w:shd w:val="clear" w:color="auto" w:fill="FFFFFF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9103A1">
              <w:rPr>
                <w:rFonts w:ascii="Corbel" w:hAnsi="Corbel" w:cs="Arial"/>
                <w:color w:val="000000"/>
                <w:sz w:val="24"/>
                <w:szCs w:val="24"/>
              </w:rPr>
              <w:t>K_W01</w:t>
            </w:r>
          </w:p>
        </w:tc>
      </w:tr>
      <w:tr w:rsidR="00133171" w:rsidRPr="009103A1" w14:paraId="144F2DCB" w14:textId="77777777" w:rsidTr="00770854">
        <w:tc>
          <w:tcPr>
            <w:tcW w:w="1681" w:type="dxa"/>
          </w:tcPr>
          <w:p w14:paraId="17CDAD0C" w14:textId="77777777" w:rsidR="00133171" w:rsidRPr="009103A1" w:rsidRDefault="00133171" w:rsidP="000F4ACF">
            <w:pPr>
              <w:pStyle w:val="Punktygwne"/>
              <w:spacing w:before="0" w:after="0" w:line="360" w:lineRule="auto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8745DB5" w14:textId="729C60CB" w:rsidR="00133171" w:rsidRPr="009103A1" w:rsidRDefault="0099693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  <w:szCs w:val="24"/>
              </w:rPr>
              <w:t>Studen</w:t>
            </w:r>
            <w:r w:rsidR="008B18C8" w:rsidRPr="009103A1">
              <w:rPr>
                <w:rFonts w:ascii="Corbel" w:hAnsi="Corbel" w:cs="Arial"/>
                <w:b w:val="0"/>
                <w:smallCaps w:val="0"/>
                <w:szCs w:val="24"/>
              </w:rPr>
              <w:t>t scharakteryzuje</w:t>
            </w:r>
            <w:r w:rsidR="00304B1A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 społeczne i psychologiczne </w:t>
            </w:r>
            <w:r w:rsidR="00042515"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czynniki rozwoju człowieka z perspektywy </w:t>
            </w:r>
          </w:p>
        </w:tc>
        <w:tc>
          <w:tcPr>
            <w:tcW w:w="1865" w:type="dxa"/>
          </w:tcPr>
          <w:p w14:paraId="333BB302" w14:textId="77777777" w:rsidR="00133171" w:rsidRPr="009103A1" w:rsidRDefault="00133171" w:rsidP="009103A1">
            <w:pPr>
              <w:pStyle w:val="HTML-wstpniesformatowany"/>
              <w:shd w:val="clear" w:color="auto" w:fill="FFFFFF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9103A1">
              <w:rPr>
                <w:rFonts w:ascii="Corbel" w:hAnsi="Corbel" w:cs="Arial"/>
                <w:color w:val="000000"/>
                <w:sz w:val="24"/>
                <w:szCs w:val="24"/>
              </w:rPr>
              <w:t>K_W06</w:t>
            </w:r>
          </w:p>
        </w:tc>
      </w:tr>
      <w:tr w:rsidR="00042515" w:rsidRPr="009103A1" w14:paraId="36D05F2F" w14:textId="77777777" w:rsidTr="00770854">
        <w:tc>
          <w:tcPr>
            <w:tcW w:w="1681" w:type="dxa"/>
          </w:tcPr>
          <w:p w14:paraId="3C9C84F6" w14:textId="77777777" w:rsidR="00042515" w:rsidRPr="009103A1" w:rsidRDefault="00042515" w:rsidP="000F4ACF">
            <w:pPr>
              <w:pStyle w:val="Punktygwne"/>
              <w:spacing w:before="0" w:after="0" w:line="360" w:lineRule="auto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A59E64" w14:textId="78198222" w:rsidR="00042515" w:rsidRPr="009103A1" w:rsidRDefault="0099693B" w:rsidP="009103A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Studen</w:t>
            </w:r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t </w:t>
            </w:r>
            <w:r w:rsidR="008B18C8" w:rsidRPr="009103A1">
              <w:rPr>
                <w:rFonts w:ascii="Corbel" w:hAnsi="Corbel" w:cs="Arial"/>
                <w:sz w:val="24"/>
                <w:szCs w:val="24"/>
              </w:rPr>
              <w:t>opisze</w:t>
            </w:r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 patologiczne zachowania w zakresie zachowań konformistycznych u swoich wychowanków i w </w:t>
            </w:r>
            <w:proofErr w:type="spellStart"/>
            <w:r w:rsidR="00042515" w:rsidRPr="009103A1">
              <w:rPr>
                <w:rFonts w:ascii="Corbel" w:hAnsi="Corbel" w:cs="Arial"/>
                <w:sz w:val="24"/>
                <w:szCs w:val="24"/>
              </w:rPr>
              <w:t>zachowaniach</w:t>
            </w:r>
            <w:proofErr w:type="spellEnd"/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 innych ludzi</w:t>
            </w:r>
          </w:p>
        </w:tc>
        <w:tc>
          <w:tcPr>
            <w:tcW w:w="1865" w:type="dxa"/>
          </w:tcPr>
          <w:p w14:paraId="7BBA580A" w14:textId="77777777" w:rsidR="00042515" w:rsidRPr="009103A1" w:rsidRDefault="00042515" w:rsidP="009103A1">
            <w:pPr>
              <w:pStyle w:val="HTML-wstpniesformatowany"/>
              <w:shd w:val="clear" w:color="auto" w:fill="FFFFFF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9103A1">
              <w:rPr>
                <w:rFonts w:ascii="Corbel" w:hAnsi="Corbel" w:cs="Arial"/>
                <w:color w:val="000000"/>
                <w:sz w:val="24"/>
                <w:szCs w:val="24"/>
              </w:rPr>
              <w:t>K_W09</w:t>
            </w:r>
          </w:p>
        </w:tc>
      </w:tr>
      <w:tr w:rsidR="00042515" w:rsidRPr="009103A1" w14:paraId="3866D628" w14:textId="77777777" w:rsidTr="00770854">
        <w:tc>
          <w:tcPr>
            <w:tcW w:w="1681" w:type="dxa"/>
          </w:tcPr>
          <w:p w14:paraId="72E0691C" w14:textId="77777777" w:rsidR="00042515" w:rsidRPr="009103A1" w:rsidRDefault="00042515" w:rsidP="000F4ACF">
            <w:pPr>
              <w:pStyle w:val="Punktygwne"/>
              <w:spacing w:before="0" w:after="0" w:line="360" w:lineRule="auto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62D4B9D" w14:textId="29925471" w:rsidR="00042515" w:rsidRPr="009103A1" w:rsidRDefault="0099693B" w:rsidP="009103A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Studen</w:t>
            </w:r>
            <w:r w:rsidR="008B18C8" w:rsidRPr="009103A1">
              <w:rPr>
                <w:rFonts w:ascii="Corbel" w:hAnsi="Corbel" w:cs="Arial"/>
                <w:sz w:val="24"/>
                <w:szCs w:val="24"/>
              </w:rPr>
              <w:t>t zdiagnozuje</w:t>
            </w:r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 zachowanie i osiągnięcia wychowanka w perspektywie teorii inteligencji</w:t>
            </w:r>
          </w:p>
        </w:tc>
        <w:tc>
          <w:tcPr>
            <w:tcW w:w="1865" w:type="dxa"/>
          </w:tcPr>
          <w:p w14:paraId="32BA8401" w14:textId="77777777" w:rsidR="00042515" w:rsidRPr="009103A1" w:rsidRDefault="00042515" w:rsidP="009103A1">
            <w:pPr>
              <w:pStyle w:val="HTML-wstpniesformatowany"/>
              <w:shd w:val="clear" w:color="auto" w:fill="FFFFFF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9103A1">
              <w:rPr>
                <w:rFonts w:ascii="Corbel" w:hAnsi="Corbel" w:cs="Arial"/>
                <w:color w:val="000000"/>
                <w:sz w:val="24"/>
                <w:szCs w:val="24"/>
              </w:rPr>
              <w:t>K_U05</w:t>
            </w:r>
          </w:p>
        </w:tc>
      </w:tr>
      <w:tr w:rsidR="00042515" w:rsidRPr="009103A1" w14:paraId="37313E2F" w14:textId="77777777" w:rsidTr="00770854">
        <w:tc>
          <w:tcPr>
            <w:tcW w:w="1681" w:type="dxa"/>
          </w:tcPr>
          <w:p w14:paraId="5C32946C" w14:textId="77777777" w:rsidR="00042515" w:rsidRPr="009103A1" w:rsidRDefault="00042515" w:rsidP="000F4ACF">
            <w:pPr>
              <w:pStyle w:val="Punktygwne"/>
              <w:spacing w:before="0" w:after="0" w:line="360" w:lineRule="auto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B74CF8C" w14:textId="35B019FF" w:rsidR="00042515" w:rsidRPr="009103A1" w:rsidRDefault="0099693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  <w:szCs w:val="24"/>
              </w:rPr>
              <w:t>Stude</w:t>
            </w:r>
            <w:r w:rsidR="008B18C8" w:rsidRPr="009103A1">
              <w:rPr>
                <w:rFonts w:ascii="Corbel" w:hAnsi="Corbel" w:cs="Arial"/>
                <w:b w:val="0"/>
                <w:smallCaps w:val="0"/>
                <w:szCs w:val="24"/>
              </w:rPr>
              <w:t>nt dokonuje autodiagnozy w zakresie stosowania stereotypów społecznych odnośnie płci, inteligencji i podaje formy radzenia sobie z nimi</w:t>
            </w:r>
          </w:p>
        </w:tc>
        <w:tc>
          <w:tcPr>
            <w:tcW w:w="1865" w:type="dxa"/>
          </w:tcPr>
          <w:p w14:paraId="6B4AFF4E" w14:textId="77777777" w:rsidR="00042515" w:rsidRPr="009103A1" w:rsidRDefault="00042515" w:rsidP="009103A1">
            <w:pPr>
              <w:pStyle w:val="HTML-wstpniesformatowany"/>
              <w:shd w:val="clear" w:color="auto" w:fill="FFFFFF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9103A1">
              <w:rPr>
                <w:rFonts w:ascii="Corbel" w:hAnsi="Corbel" w:cs="Arial"/>
                <w:color w:val="000000"/>
                <w:sz w:val="24"/>
                <w:szCs w:val="24"/>
              </w:rPr>
              <w:t>K_K01</w:t>
            </w:r>
          </w:p>
        </w:tc>
      </w:tr>
    </w:tbl>
    <w:p w14:paraId="772B6BCF" w14:textId="77777777" w:rsidR="0085747A" w:rsidRPr="009103A1" w:rsidRDefault="0085747A" w:rsidP="000F4ACF">
      <w:pPr>
        <w:pStyle w:val="Punktygwne"/>
        <w:spacing w:before="0" w:after="0" w:line="360" w:lineRule="auto"/>
        <w:rPr>
          <w:rFonts w:ascii="Corbel" w:hAnsi="Corbel" w:cs="Arial"/>
          <w:b w:val="0"/>
          <w:szCs w:val="24"/>
        </w:rPr>
      </w:pPr>
    </w:p>
    <w:p w14:paraId="57D3E320" w14:textId="77777777" w:rsidR="0085747A" w:rsidRPr="009103A1" w:rsidRDefault="00675843" w:rsidP="000F4ACF">
      <w:pPr>
        <w:pStyle w:val="Akapitzlist"/>
        <w:spacing w:line="36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9103A1">
        <w:rPr>
          <w:rFonts w:ascii="Corbel" w:hAnsi="Corbel" w:cs="Arial"/>
          <w:b/>
          <w:sz w:val="24"/>
          <w:szCs w:val="24"/>
        </w:rPr>
        <w:t>3.3</w:t>
      </w:r>
      <w:r w:rsidR="001D7B54" w:rsidRPr="009103A1">
        <w:rPr>
          <w:rFonts w:ascii="Corbel" w:hAnsi="Corbel" w:cs="Arial"/>
          <w:b/>
          <w:sz w:val="24"/>
          <w:szCs w:val="24"/>
        </w:rPr>
        <w:t xml:space="preserve"> </w:t>
      </w:r>
      <w:r w:rsidR="0085747A" w:rsidRPr="009103A1">
        <w:rPr>
          <w:rFonts w:ascii="Corbel" w:hAnsi="Corbel" w:cs="Arial"/>
          <w:b/>
          <w:sz w:val="24"/>
          <w:szCs w:val="24"/>
        </w:rPr>
        <w:t>T</w:t>
      </w:r>
      <w:r w:rsidR="001D7B54" w:rsidRPr="009103A1">
        <w:rPr>
          <w:rFonts w:ascii="Corbel" w:hAnsi="Corbel" w:cs="Arial"/>
          <w:b/>
          <w:sz w:val="24"/>
          <w:szCs w:val="24"/>
        </w:rPr>
        <w:t xml:space="preserve">reści programowe </w:t>
      </w:r>
      <w:r w:rsidR="007327BD" w:rsidRPr="009103A1">
        <w:rPr>
          <w:rFonts w:ascii="Corbel" w:hAnsi="Corbel" w:cs="Arial"/>
          <w:sz w:val="24"/>
          <w:szCs w:val="24"/>
        </w:rPr>
        <w:t xml:space="preserve">  </w:t>
      </w:r>
    </w:p>
    <w:p w14:paraId="76BD376F" w14:textId="77777777" w:rsidR="0085747A" w:rsidRPr="009103A1" w:rsidRDefault="0085747A" w:rsidP="000F4ACF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 w:cs="Arial"/>
          <w:sz w:val="24"/>
          <w:szCs w:val="24"/>
        </w:rPr>
      </w:pPr>
      <w:r w:rsidRPr="009103A1">
        <w:rPr>
          <w:rFonts w:ascii="Corbel" w:hAnsi="Corbel" w:cs="Arial"/>
          <w:sz w:val="24"/>
          <w:szCs w:val="24"/>
        </w:rPr>
        <w:t xml:space="preserve">Problematyka wykładu </w:t>
      </w:r>
    </w:p>
    <w:p w14:paraId="5404A458" w14:textId="77777777" w:rsidR="00675843" w:rsidRPr="009103A1" w:rsidRDefault="00675843" w:rsidP="000F4ACF">
      <w:pPr>
        <w:pStyle w:val="Akapitzlist"/>
        <w:spacing w:after="120" w:line="360" w:lineRule="auto"/>
        <w:ind w:left="1080"/>
        <w:jc w:val="both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03A1" w14:paraId="13874AAA" w14:textId="77777777" w:rsidTr="00517579">
        <w:tc>
          <w:tcPr>
            <w:tcW w:w="9520" w:type="dxa"/>
          </w:tcPr>
          <w:p w14:paraId="5121AA18" w14:textId="77777777" w:rsidR="0085747A" w:rsidRPr="009103A1" w:rsidRDefault="0085747A" w:rsidP="009103A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517579" w:rsidRPr="009103A1" w14:paraId="119F69E6" w14:textId="77777777" w:rsidTr="00517579">
        <w:tc>
          <w:tcPr>
            <w:tcW w:w="9520" w:type="dxa"/>
          </w:tcPr>
          <w:p w14:paraId="48481D78" w14:textId="77777777" w:rsidR="00517579" w:rsidRPr="009103A1" w:rsidRDefault="00042515" w:rsidP="009103A1">
            <w:pPr>
              <w:spacing w:after="0" w:line="240" w:lineRule="auto"/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Dobrostan psychiczny</w:t>
            </w:r>
            <w:r w:rsidR="00517579" w:rsidRPr="009103A1">
              <w:rPr>
                <w:rFonts w:ascii="Corbel" w:hAnsi="Corbel" w:cs="Arial"/>
                <w:sz w:val="24"/>
                <w:szCs w:val="24"/>
              </w:rPr>
              <w:t>: wprowadzenie w tematykę</w:t>
            </w:r>
            <w:r w:rsidRPr="009103A1">
              <w:rPr>
                <w:rFonts w:ascii="Corbel" w:hAnsi="Corbel" w:cs="Arial"/>
                <w:sz w:val="24"/>
                <w:szCs w:val="24"/>
              </w:rPr>
              <w:t xml:space="preserve"> szczęścia, satysfakcji i dobrostanu- ujęcie teoretyczne</w:t>
            </w:r>
            <w:r w:rsidR="00517579" w:rsidRPr="009103A1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17579" w:rsidRPr="009103A1" w14:paraId="5C93EE4C" w14:textId="77777777" w:rsidTr="00517579">
        <w:tc>
          <w:tcPr>
            <w:tcW w:w="9520" w:type="dxa"/>
          </w:tcPr>
          <w:p w14:paraId="2BAE6636" w14:textId="77777777" w:rsidR="00517579" w:rsidRPr="009103A1" w:rsidRDefault="00517579" w:rsidP="009103A1">
            <w:pPr>
              <w:spacing w:after="0" w:line="240" w:lineRule="auto"/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 xml:space="preserve">Psychologia rodzaju: uwarunkowania społeczne, kulturowe i psychologiczne różnic między płciami i </w:t>
            </w:r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ich </w:t>
            </w:r>
            <w:r w:rsidRPr="009103A1">
              <w:rPr>
                <w:rFonts w:ascii="Corbel" w:hAnsi="Corbel" w:cs="Arial"/>
                <w:sz w:val="24"/>
                <w:szCs w:val="24"/>
              </w:rPr>
              <w:t>konsekwencje edukacyjne i rozwojowe.</w:t>
            </w:r>
          </w:p>
        </w:tc>
      </w:tr>
      <w:tr w:rsidR="00517579" w:rsidRPr="009103A1" w14:paraId="05EFC7C7" w14:textId="77777777" w:rsidTr="00517579">
        <w:tc>
          <w:tcPr>
            <w:tcW w:w="9520" w:type="dxa"/>
          </w:tcPr>
          <w:p w14:paraId="3229BACB" w14:textId="77777777" w:rsidR="00517579" w:rsidRPr="009103A1" w:rsidRDefault="00517579" w:rsidP="009103A1">
            <w:pPr>
              <w:spacing w:after="0" w:line="240" w:lineRule="auto"/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 xml:space="preserve">Wybrane koncepcje inteligencji: </w:t>
            </w:r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formalna teoria inteligencji, </w:t>
            </w:r>
            <w:proofErr w:type="spellStart"/>
            <w:r w:rsidRPr="009103A1">
              <w:rPr>
                <w:rFonts w:ascii="Corbel" w:hAnsi="Corbel" w:cs="Arial"/>
                <w:sz w:val="24"/>
                <w:szCs w:val="24"/>
              </w:rPr>
              <w:t>triarchiczna</w:t>
            </w:r>
            <w:proofErr w:type="spellEnd"/>
            <w:r w:rsidRPr="009103A1">
              <w:rPr>
                <w:rFonts w:ascii="Corbel" w:hAnsi="Corbel" w:cs="Arial"/>
                <w:sz w:val="24"/>
                <w:szCs w:val="24"/>
              </w:rPr>
              <w:t xml:space="preserve"> teoria inteligencji, inteligencja emocjonalna.</w:t>
            </w:r>
            <w:r w:rsidR="00042515" w:rsidRPr="009103A1">
              <w:rPr>
                <w:rFonts w:ascii="Corbel" w:hAnsi="Corbel" w:cs="Arial"/>
                <w:sz w:val="24"/>
                <w:szCs w:val="24"/>
              </w:rPr>
              <w:t xml:space="preserve"> Inteligencja emocjonalna w praktyce nauczycielskiej.</w:t>
            </w:r>
          </w:p>
        </w:tc>
      </w:tr>
      <w:tr w:rsidR="00517579" w:rsidRPr="009103A1" w14:paraId="742F48B7" w14:textId="77777777" w:rsidTr="00517579">
        <w:tc>
          <w:tcPr>
            <w:tcW w:w="9520" w:type="dxa"/>
          </w:tcPr>
          <w:p w14:paraId="5ACFE273" w14:textId="77777777" w:rsidR="00517579" w:rsidRPr="009103A1" w:rsidRDefault="00517579" w:rsidP="009103A1">
            <w:pPr>
              <w:spacing w:after="0" w:line="240" w:lineRule="auto"/>
              <w:contextualSpacing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Konformizm i posłuszeństwo: znaczenie w pracy pedagoga.</w:t>
            </w:r>
          </w:p>
        </w:tc>
      </w:tr>
    </w:tbl>
    <w:p w14:paraId="550586BF" w14:textId="77777777" w:rsidR="0085747A" w:rsidRPr="009103A1" w:rsidRDefault="0085747A" w:rsidP="009103A1">
      <w:pPr>
        <w:spacing w:after="0" w:line="240" w:lineRule="auto"/>
        <w:rPr>
          <w:rFonts w:ascii="Corbel" w:hAnsi="Corbel" w:cs="Arial"/>
          <w:sz w:val="24"/>
          <w:szCs w:val="24"/>
        </w:rPr>
      </w:pPr>
    </w:p>
    <w:p w14:paraId="500F2760" w14:textId="77777777" w:rsidR="0085747A" w:rsidRPr="009103A1" w:rsidRDefault="009F4610" w:rsidP="009103A1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>3.4 Metody dydaktyczne</w:t>
      </w:r>
      <w:r w:rsidRPr="009103A1">
        <w:rPr>
          <w:rFonts w:ascii="Corbel" w:hAnsi="Corbel" w:cs="Arial"/>
          <w:b w:val="0"/>
          <w:smallCaps w:val="0"/>
          <w:szCs w:val="24"/>
        </w:rPr>
        <w:t xml:space="preserve"> </w:t>
      </w:r>
    </w:p>
    <w:p w14:paraId="70666D7B" w14:textId="77777777" w:rsidR="0085747A" w:rsidRPr="009103A1" w:rsidRDefault="0085747A" w:rsidP="009103A1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2482FF32" w14:textId="77777777" w:rsidR="00153C41" w:rsidRPr="009103A1" w:rsidRDefault="00153C41" w:rsidP="009103A1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9103A1">
        <w:rPr>
          <w:rFonts w:ascii="Corbel" w:hAnsi="Corbel" w:cs="Arial"/>
          <w:b w:val="0"/>
          <w:smallCaps w:val="0"/>
          <w:szCs w:val="24"/>
        </w:rPr>
        <w:t>W</w:t>
      </w:r>
      <w:r w:rsidR="0085747A" w:rsidRPr="009103A1">
        <w:rPr>
          <w:rFonts w:ascii="Corbel" w:hAnsi="Corbel" w:cs="Arial"/>
          <w:b w:val="0"/>
          <w:smallCaps w:val="0"/>
          <w:szCs w:val="24"/>
        </w:rPr>
        <w:t>ykład</w:t>
      </w:r>
      <w:r w:rsidRPr="009103A1">
        <w:rPr>
          <w:rFonts w:ascii="Corbel" w:hAnsi="Corbel" w:cs="Arial"/>
          <w:b w:val="0"/>
          <w:smallCaps w:val="0"/>
          <w:szCs w:val="24"/>
        </w:rPr>
        <w:t>: wykład</w:t>
      </w:r>
      <w:r w:rsidR="0085747A" w:rsidRPr="009103A1">
        <w:rPr>
          <w:rFonts w:ascii="Corbel" w:hAnsi="Corbel" w:cs="Arial"/>
          <w:b w:val="0"/>
          <w:smallCaps w:val="0"/>
          <w:szCs w:val="24"/>
        </w:rPr>
        <w:t xml:space="preserve"> problemowy</w:t>
      </w:r>
      <w:r w:rsidR="00923D7D" w:rsidRPr="009103A1">
        <w:rPr>
          <w:rFonts w:ascii="Corbel" w:hAnsi="Corbel" w:cs="Arial"/>
          <w:b w:val="0"/>
          <w:smallCaps w:val="0"/>
          <w:szCs w:val="24"/>
        </w:rPr>
        <w:t xml:space="preserve">, </w:t>
      </w:r>
      <w:r w:rsidR="0085747A" w:rsidRPr="009103A1">
        <w:rPr>
          <w:rFonts w:ascii="Corbel" w:hAnsi="Corbel" w:cs="Arial"/>
          <w:b w:val="0"/>
          <w:smallCaps w:val="0"/>
          <w:szCs w:val="24"/>
        </w:rPr>
        <w:t xml:space="preserve">wykład z prezentacją multimedialną </w:t>
      </w:r>
    </w:p>
    <w:p w14:paraId="5084F036" w14:textId="77777777" w:rsidR="00E960BB" w:rsidRPr="009103A1" w:rsidRDefault="00E960BB" w:rsidP="009103A1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14:paraId="170039A9" w14:textId="77777777" w:rsidR="0085747A" w:rsidRPr="009103A1" w:rsidRDefault="00C61DC5" w:rsidP="009103A1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 xml:space="preserve">4. </w:t>
      </w:r>
      <w:r w:rsidR="0085747A" w:rsidRPr="009103A1">
        <w:rPr>
          <w:rFonts w:ascii="Corbel" w:hAnsi="Corbel" w:cs="Arial"/>
          <w:smallCaps w:val="0"/>
          <w:szCs w:val="24"/>
        </w:rPr>
        <w:t>METODY I KRYTERIA OCENY</w:t>
      </w:r>
      <w:r w:rsidR="009F4610" w:rsidRPr="009103A1">
        <w:rPr>
          <w:rFonts w:ascii="Corbel" w:hAnsi="Corbel" w:cs="Arial"/>
          <w:smallCaps w:val="0"/>
          <w:szCs w:val="24"/>
        </w:rPr>
        <w:t xml:space="preserve"> </w:t>
      </w:r>
    </w:p>
    <w:p w14:paraId="7EB0CD66" w14:textId="77777777" w:rsidR="00923D7D" w:rsidRPr="009103A1" w:rsidRDefault="00923D7D" w:rsidP="009103A1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14:paraId="5FC4CD6B" w14:textId="77777777" w:rsidR="0085747A" w:rsidRPr="009103A1" w:rsidRDefault="0085747A" w:rsidP="009103A1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lastRenderedPageBreak/>
        <w:t xml:space="preserve">4.1 Sposoby weryfikacji efektów </w:t>
      </w:r>
      <w:r w:rsidR="00C05F44" w:rsidRPr="009103A1">
        <w:rPr>
          <w:rFonts w:ascii="Corbel" w:hAnsi="Corbel" w:cs="Arial"/>
          <w:smallCaps w:val="0"/>
          <w:szCs w:val="24"/>
        </w:rPr>
        <w:t>uczenia się</w:t>
      </w:r>
    </w:p>
    <w:p w14:paraId="1C097C62" w14:textId="77777777" w:rsidR="0085747A" w:rsidRPr="009103A1" w:rsidRDefault="0085747A" w:rsidP="009103A1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16"/>
        <w:gridCol w:w="6896"/>
        <w:gridCol w:w="1708"/>
      </w:tblGrid>
      <w:tr w:rsidR="0085747A" w:rsidRPr="009103A1" w14:paraId="5029004F" w14:textId="77777777" w:rsidTr="00770854">
        <w:tc>
          <w:tcPr>
            <w:tcW w:w="916" w:type="dxa"/>
            <w:vAlign w:val="center"/>
          </w:tcPr>
          <w:p w14:paraId="32F56E67" w14:textId="77777777" w:rsidR="0085747A" w:rsidRPr="009103A1" w:rsidRDefault="0071620A" w:rsidP="009103A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96" w:type="dxa"/>
            <w:vAlign w:val="center"/>
          </w:tcPr>
          <w:p w14:paraId="0C99451B" w14:textId="77777777" w:rsidR="0085747A" w:rsidRPr="009103A1" w:rsidRDefault="00A84C85" w:rsidP="009103A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EFCCE8F" w14:textId="77777777" w:rsidR="0085747A" w:rsidRPr="009103A1" w:rsidRDefault="009F4610" w:rsidP="009103A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</w:t>
            </w:r>
            <w:r w:rsidR="008B18C8"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egzamin ustny, </w:t>
            </w:r>
            <w:r w:rsidR="0085747A"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obserwacja w trakcie zajęć)</w:t>
            </w:r>
          </w:p>
        </w:tc>
        <w:tc>
          <w:tcPr>
            <w:tcW w:w="1708" w:type="dxa"/>
            <w:vAlign w:val="center"/>
          </w:tcPr>
          <w:p w14:paraId="738D352A" w14:textId="77777777" w:rsidR="00923D7D" w:rsidRPr="009103A1" w:rsidRDefault="0085747A" w:rsidP="009103A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14:paraId="0B3D77C9" w14:textId="77777777" w:rsidR="0085747A" w:rsidRPr="009103A1" w:rsidRDefault="0085747A" w:rsidP="009103A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="00517579" w:rsidRPr="009103A1" w14:paraId="5E4AB80B" w14:textId="77777777" w:rsidTr="00770854">
        <w:trPr>
          <w:trHeight w:val="1255"/>
        </w:trPr>
        <w:tc>
          <w:tcPr>
            <w:tcW w:w="916" w:type="dxa"/>
          </w:tcPr>
          <w:p w14:paraId="4FFDA992" w14:textId="77777777" w:rsidR="00517579" w:rsidRPr="009103A1" w:rsidRDefault="00517579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</w:t>
            </w: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softHyphen/>
              <w:t>_01</w:t>
            </w:r>
            <w:r w:rsidR="008B18C8" w:rsidRPr="009103A1">
              <w:rPr>
                <w:rFonts w:ascii="Corbel" w:hAnsi="Corbel" w:cs="Arial"/>
                <w:b w:val="0"/>
                <w:smallCaps w:val="0"/>
                <w:szCs w:val="24"/>
              </w:rPr>
              <w:t>, EK_02, EK_03</w:t>
            </w:r>
          </w:p>
        </w:tc>
        <w:tc>
          <w:tcPr>
            <w:tcW w:w="6896" w:type="dxa"/>
          </w:tcPr>
          <w:p w14:paraId="515F1BD5" w14:textId="77777777" w:rsidR="00517579" w:rsidRPr="009103A1" w:rsidRDefault="008B18C8" w:rsidP="009103A1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Obserwacja w czasie zajęć w zakresie odpowiedzi na postawione przez prowadzącego pytania i stopnia zaangażowania w proponowane tematy dyskusji na wykładzie</w:t>
            </w:r>
          </w:p>
          <w:p w14:paraId="48BB9365" w14:textId="77777777" w:rsidR="008B18C8" w:rsidRPr="009103A1" w:rsidRDefault="008B18C8" w:rsidP="009103A1">
            <w:pPr>
              <w:spacing w:line="240" w:lineRule="auto"/>
              <w:rPr>
                <w:rFonts w:ascii="Corbel" w:hAnsi="Corbel" w:cs="Arial"/>
                <w:b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Odpowiedź przynajmniej na jedno z postawionych przez prowadzącego pytań dotyczących tematyki wykładu</w:t>
            </w:r>
          </w:p>
        </w:tc>
        <w:tc>
          <w:tcPr>
            <w:tcW w:w="1708" w:type="dxa"/>
          </w:tcPr>
          <w:p w14:paraId="5F125B70" w14:textId="77777777" w:rsidR="00517579" w:rsidRPr="009103A1" w:rsidRDefault="00517579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zCs w:val="24"/>
              </w:rPr>
              <w:t>w</w:t>
            </w:r>
          </w:p>
        </w:tc>
      </w:tr>
      <w:tr w:rsidR="008B18C8" w:rsidRPr="009103A1" w14:paraId="0E642FD9" w14:textId="77777777" w:rsidTr="00770854">
        <w:tc>
          <w:tcPr>
            <w:tcW w:w="916" w:type="dxa"/>
          </w:tcPr>
          <w:p w14:paraId="73836E76" w14:textId="77777777" w:rsidR="008B18C8" w:rsidRPr="009103A1" w:rsidRDefault="008B18C8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896" w:type="dxa"/>
          </w:tcPr>
          <w:p w14:paraId="1431975C" w14:textId="77777777" w:rsidR="008B18C8" w:rsidRPr="009103A1" w:rsidRDefault="008B18C8" w:rsidP="009103A1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Obserwacja w czasie zajęć w zakresie odpowiedzi na postawione przez prowadzącego pytania i stopnia zaangażowania w proponowane tematy dyskusji na wykładzie</w:t>
            </w:r>
          </w:p>
          <w:p w14:paraId="4D886CE1" w14:textId="77777777" w:rsidR="008B18C8" w:rsidRPr="009103A1" w:rsidRDefault="008B18C8" w:rsidP="009103A1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Odpowiedź przynajmniej na jedno z postawionych przez prowadzącego pytań dotyczących tematyki wykładu</w:t>
            </w:r>
          </w:p>
        </w:tc>
        <w:tc>
          <w:tcPr>
            <w:tcW w:w="1708" w:type="dxa"/>
          </w:tcPr>
          <w:p w14:paraId="05C5C005" w14:textId="77777777" w:rsidR="008B18C8" w:rsidRPr="009103A1" w:rsidRDefault="008B18C8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zCs w:val="24"/>
              </w:rPr>
              <w:t>w</w:t>
            </w:r>
          </w:p>
        </w:tc>
      </w:tr>
      <w:tr w:rsidR="008B18C8" w:rsidRPr="009103A1" w14:paraId="16BEA8F5" w14:textId="77777777" w:rsidTr="00770854">
        <w:tc>
          <w:tcPr>
            <w:tcW w:w="916" w:type="dxa"/>
          </w:tcPr>
          <w:p w14:paraId="348C5BDE" w14:textId="77777777" w:rsidR="008B18C8" w:rsidRPr="009103A1" w:rsidRDefault="008B18C8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896" w:type="dxa"/>
          </w:tcPr>
          <w:p w14:paraId="07AD2ACB" w14:textId="77777777" w:rsidR="008B18C8" w:rsidRPr="009103A1" w:rsidRDefault="008B18C8" w:rsidP="009103A1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Obserwacja w czasie zajęć w zakresie odpowiedzi na postawione przez prowadzącego pytania i stopnia zaangażowania w proponowane tematy dyskusji na wykładzie</w:t>
            </w:r>
          </w:p>
        </w:tc>
        <w:tc>
          <w:tcPr>
            <w:tcW w:w="1708" w:type="dxa"/>
          </w:tcPr>
          <w:p w14:paraId="194F6ABE" w14:textId="77777777" w:rsidR="008B18C8" w:rsidRPr="009103A1" w:rsidRDefault="008B18C8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zCs w:val="24"/>
              </w:rPr>
              <w:t>w</w:t>
            </w:r>
          </w:p>
        </w:tc>
      </w:tr>
    </w:tbl>
    <w:p w14:paraId="2B647FBE" w14:textId="77777777" w:rsidR="00923D7D" w:rsidRPr="009103A1" w:rsidRDefault="00923D7D" w:rsidP="009103A1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49857377" w14:textId="77777777" w:rsidR="0085747A" w:rsidRPr="009103A1" w:rsidRDefault="003E1941" w:rsidP="009103A1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 xml:space="preserve">4.2 </w:t>
      </w:r>
      <w:r w:rsidR="0085747A" w:rsidRPr="009103A1">
        <w:rPr>
          <w:rFonts w:ascii="Corbel" w:hAnsi="Corbel" w:cs="Arial"/>
          <w:smallCaps w:val="0"/>
          <w:szCs w:val="24"/>
        </w:rPr>
        <w:t>Warunki zaliczenia przedmiotu (kryteria oceniania)</w:t>
      </w:r>
      <w:r w:rsidR="00923D7D" w:rsidRPr="009103A1">
        <w:rPr>
          <w:rFonts w:ascii="Corbel" w:hAnsi="Corbel" w:cs="Aria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03A1" w14:paraId="77A4A2E1" w14:textId="77777777" w:rsidTr="00517579">
        <w:tc>
          <w:tcPr>
            <w:tcW w:w="9520" w:type="dxa"/>
          </w:tcPr>
          <w:p w14:paraId="1FAB7519" w14:textId="77777777" w:rsidR="00D56E1C" w:rsidRPr="009103A1" w:rsidRDefault="00D56E1C" w:rsidP="00910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>Egzamin - Zaliczenie pisemne testu sprawdzająceg</w:t>
            </w:r>
            <w:r w:rsidR="00835068"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>o efekty kształcenia: na min. 10</w:t>
            </w: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możliwych do uzyskania punktów. </w:t>
            </w:r>
          </w:p>
          <w:p w14:paraId="0FB803E5" w14:textId="77777777" w:rsidR="00D56E1C" w:rsidRPr="009103A1" w:rsidRDefault="00D56E1C" w:rsidP="00910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1. dostateczne – przy osiągnięciu przez studenta wyniku testu sprawdzającego wiedzę w granicach 51-59% - ocena dostateczna (3,0)</w:t>
            </w:r>
          </w:p>
          <w:p w14:paraId="217A2A6E" w14:textId="77777777" w:rsidR="00D56E1C" w:rsidRPr="009103A1" w:rsidRDefault="00D56E1C" w:rsidP="00910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2. więcej niż dostateczne – przy osiągnięciu przez studenta wyniku testu sprawdzającego wiedzę w granicach 60-69% - ocena dostateczna plus (3,5)</w:t>
            </w:r>
          </w:p>
          <w:p w14:paraId="66BA8750" w14:textId="77777777" w:rsidR="00D56E1C" w:rsidRPr="009103A1" w:rsidRDefault="00D56E1C" w:rsidP="00910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3. dobre – przy osiągnięciu przez studenta wyniku testu sprawdzającego wiedzę w granicach 70-79% - ocena dobra (4,0)</w:t>
            </w:r>
          </w:p>
          <w:p w14:paraId="1CE60199" w14:textId="77777777" w:rsidR="00D56E1C" w:rsidRPr="009103A1" w:rsidRDefault="00D56E1C" w:rsidP="00910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>4. więcej niż dobre – przy osiągnięciu przez studenta wyniku testu sprawdzającego wiedzę w granicach 80-89% - ocena dobra plus (4,5)</w:t>
            </w:r>
          </w:p>
          <w:p w14:paraId="3ED815E3" w14:textId="77777777" w:rsidR="00D56E1C" w:rsidRPr="009103A1" w:rsidRDefault="00D56E1C" w:rsidP="009103A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103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5. bardzo dobre – przy osiągnięciu przez studenta wyniku testu sprawdzającego wiedzę w granicach 90-100% - ocena bardzo dobra (5,0)</w:t>
            </w:r>
          </w:p>
          <w:p w14:paraId="02CC6E00" w14:textId="77777777" w:rsidR="0085747A" w:rsidRPr="009103A1" w:rsidRDefault="0085747A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</w:tr>
    </w:tbl>
    <w:p w14:paraId="02098A61" w14:textId="77777777" w:rsidR="0085747A" w:rsidRPr="009103A1" w:rsidRDefault="0085747A" w:rsidP="009103A1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430E605D" w14:textId="77777777" w:rsidR="009F4610" w:rsidRPr="009103A1" w:rsidRDefault="0085747A" w:rsidP="009103A1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9103A1">
        <w:rPr>
          <w:rFonts w:ascii="Corbel" w:hAnsi="Corbel" w:cs="Arial"/>
          <w:b/>
          <w:sz w:val="24"/>
          <w:szCs w:val="24"/>
        </w:rPr>
        <w:t xml:space="preserve">5. </w:t>
      </w:r>
      <w:r w:rsidR="00C61DC5" w:rsidRPr="009103A1">
        <w:rPr>
          <w:rFonts w:ascii="Corbel" w:hAnsi="Corbel" w:cs="Aria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93A150" w14:textId="77777777" w:rsidR="0085747A" w:rsidRPr="009103A1" w:rsidRDefault="0085747A" w:rsidP="009103A1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103A1" w14:paraId="51CEC1A7" w14:textId="77777777" w:rsidTr="003E1941">
        <w:tc>
          <w:tcPr>
            <w:tcW w:w="4962" w:type="dxa"/>
            <w:vAlign w:val="center"/>
          </w:tcPr>
          <w:p w14:paraId="4FA03628" w14:textId="77777777" w:rsidR="0085747A" w:rsidRPr="009103A1" w:rsidRDefault="00C61DC5" w:rsidP="00910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9103A1">
              <w:rPr>
                <w:rFonts w:ascii="Corbel" w:hAnsi="Corbel" w:cs="Arial"/>
                <w:b/>
                <w:sz w:val="24"/>
                <w:szCs w:val="24"/>
              </w:rPr>
              <w:t>Forma a</w:t>
            </w:r>
            <w:r w:rsidR="0085747A" w:rsidRPr="009103A1">
              <w:rPr>
                <w:rFonts w:ascii="Corbel" w:hAnsi="Corbel" w:cs="Arial"/>
                <w:b/>
                <w:sz w:val="24"/>
                <w:szCs w:val="24"/>
              </w:rPr>
              <w:t>ktywnoś</w:t>
            </w:r>
            <w:r w:rsidRPr="009103A1">
              <w:rPr>
                <w:rFonts w:ascii="Corbel" w:hAnsi="Corbel" w:cs="Aria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04A69EE" w14:textId="77777777" w:rsidR="0085747A" w:rsidRPr="009103A1" w:rsidRDefault="00C61DC5" w:rsidP="00910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9103A1">
              <w:rPr>
                <w:rFonts w:ascii="Corbel" w:hAnsi="Corbel" w:cs="Arial"/>
                <w:b/>
                <w:sz w:val="24"/>
                <w:szCs w:val="24"/>
              </w:rPr>
              <w:t>Średnia l</w:t>
            </w:r>
            <w:r w:rsidR="0085747A" w:rsidRPr="009103A1">
              <w:rPr>
                <w:rFonts w:ascii="Corbel" w:hAnsi="Corbel" w:cs="Arial"/>
                <w:b/>
                <w:sz w:val="24"/>
                <w:szCs w:val="24"/>
              </w:rPr>
              <w:t>iczba godzin</w:t>
            </w:r>
            <w:r w:rsidR="0071620A" w:rsidRPr="009103A1">
              <w:rPr>
                <w:rFonts w:ascii="Corbel" w:hAnsi="Corbel" w:cs="Arial"/>
                <w:b/>
                <w:sz w:val="24"/>
                <w:szCs w:val="24"/>
              </w:rPr>
              <w:t xml:space="preserve"> </w:t>
            </w:r>
            <w:r w:rsidRPr="009103A1">
              <w:rPr>
                <w:rFonts w:ascii="Corbel" w:hAnsi="Corbel" w:cs="Aria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103A1" w14:paraId="39D38401" w14:textId="77777777" w:rsidTr="00923D7D">
        <w:tc>
          <w:tcPr>
            <w:tcW w:w="4962" w:type="dxa"/>
          </w:tcPr>
          <w:p w14:paraId="03E7F69E" w14:textId="77777777" w:rsidR="0085747A" w:rsidRPr="009103A1" w:rsidRDefault="00C61DC5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G</w:t>
            </w:r>
            <w:r w:rsidR="0085747A" w:rsidRPr="009103A1">
              <w:rPr>
                <w:rFonts w:ascii="Corbel" w:hAnsi="Corbel" w:cs="Arial"/>
                <w:sz w:val="24"/>
                <w:szCs w:val="24"/>
              </w:rPr>
              <w:t xml:space="preserve">odziny </w:t>
            </w:r>
            <w:r w:rsidRPr="009103A1">
              <w:rPr>
                <w:rFonts w:ascii="Corbel" w:hAnsi="Corbel" w:cs="Arial"/>
                <w:sz w:val="24"/>
                <w:szCs w:val="24"/>
              </w:rPr>
              <w:t>kontaktowe</w:t>
            </w:r>
            <w:r w:rsidR="0085747A" w:rsidRPr="009103A1">
              <w:rPr>
                <w:rFonts w:ascii="Corbel" w:hAnsi="Corbel" w:cs="Arial"/>
                <w:sz w:val="24"/>
                <w:szCs w:val="24"/>
              </w:rPr>
              <w:t xml:space="preserve"> w</w:t>
            </w:r>
            <w:r w:rsidRPr="009103A1">
              <w:rPr>
                <w:rFonts w:ascii="Corbel" w:hAnsi="Corbel" w:cs="Arial"/>
                <w:sz w:val="24"/>
                <w:szCs w:val="24"/>
              </w:rPr>
              <w:t>ynikające</w:t>
            </w:r>
            <w:r w:rsidR="0085747A" w:rsidRPr="009103A1">
              <w:rPr>
                <w:rFonts w:ascii="Corbel" w:hAnsi="Corbel" w:cs="Arial"/>
                <w:sz w:val="24"/>
                <w:szCs w:val="24"/>
              </w:rPr>
              <w:t xml:space="preserve"> z</w:t>
            </w:r>
            <w:r w:rsidR="009C1331" w:rsidRPr="009103A1">
              <w:rPr>
                <w:rFonts w:ascii="Corbel" w:hAnsi="Corbel" w:cs="Arial"/>
                <w:sz w:val="24"/>
                <w:szCs w:val="24"/>
              </w:rPr>
              <w:t> </w:t>
            </w:r>
            <w:r w:rsidR="0045729E" w:rsidRPr="009103A1">
              <w:rPr>
                <w:rFonts w:ascii="Corbel" w:hAnsi="Corbel" w:cs="Arial"/>
                <w:sz w:val="24"/>
                <w:szCs w:val="24"/>
              </w:rPr>
              <w:t>harmonogramu</w:t>
            </w:r>
            <w:r w:rsidR="0085747A" w:rsidRPr="009103A1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9103A1">
              <w:rPr>
                <w:rFonts w:ascii="Corbel" w:hAnsi="Corbel" w:cs="Arial"/>
                <w:sz w:val="24"/>
                <w:szCs w:val="24"/>
              </w:rPr>
              <w:t>studiów</w:t>
            </w:r>
            <w:r w:rsidR="0045729E" w:rsidRPr="009103A1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4ECC1CB" w14:textId="77777777" w:rsidR="0085747A" w:rsidRPr="009103A1" w:rsidRDefault="002146A8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8</w:t>
            </w:r>
          </w:p>
        </w:tc>
      </w:tr>
      <w:tr w:rsidR="00C61DC5" w:rsidRPr="009103A1" w14:paraId="1FD5C2F0" w14:textId="77777777" w:rsidTr="00923D7D">
        <w:tc>
          <w:tcPr>
            <w:tcW w:w="4962" w:type="dxa"/>
          </w:tcPr>
          <w:p w14:paraId="027BEC90" w14:textId="77777777" w:rsidR="00C61DC5" w:rsidRPr="009103A1" w:rsidRDefault="00C61DC5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Inne z udziałem nauczyciela</w:t>
            </w:r>
            <w:r w:rsidR="0045729E" w:rsidRPr="009103A1">
              <w:rPr>
                <w:rFonts w:ascii="Corbel" w:hAnsi="Corbel" w:cs="Arial"/>
                <w:sz w:val="24"/>
                <w:szCs w:val="24"/>
              </w:rPr>
              <w:t xml:space="preserve"> akademickiego</w:t>
            </w:r>
          </w:p>
          <w:p w14:paraId="672F0DC0" w14:textId="2D7E8E1E" w:rsidR="00C61DC5" w:rsidRPr="009103A1" w:rsidRDefault="00C61DC5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(u</w:t>
            </w:r>
            <w:r w:rsidR="00304B1A" w:rsidRPr="009103A1">
              <w:rPr>
                <w:rFonts w:ascii="Corbel" w:hAnsi="Corbel" w:cs="Arial"/>
                <w:sz w:val="24"/>
                <w:szCs w:val="24"/>
              </w:rPr>
              <w:t>dział w konsultacjach-zaliczeniu</w:t>
            </w:r>
            <w:r w:rsidR="009103A1" w:rsidRPr="009103A1">
              <w:rPr>
                <w:rFonts w:ascii="Corbel" w:hAnsi="Corbel" w:cs="Arial"/>
                <w:sz w:val="24"/>
                <w:szCs w:val="24"/>
              </w:rPr>
              <w:t>, egzaminie</w:t>
            </w:r>
          </w:p>
        </w:tc>
        <w:tc>
          <w:tcPr>
            <w:tcW w:w="4677" w:type="dxa"/>
          </w:tcPr>
          <w:p w14:paraId="132F7CDC" w14:textId="77777777" w:rsidR="00C61DC5" w:rsidRPr="009103A1" w:rsidRDefault="00517579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1</w:t>
            </w:r>
          </w:p>
        </w:tc>
      </w:tr>
      <w:tr w:rsidR="00C61DC5" w:rsidRPr="009103A1" w14:paraId="599BBFD1" w14:textId="77777777" w:rsidTr="00923D7D">
        <w:tc>
          <w:tcPr>
            <w:tcW w:w="4962" w:type="dxa"/>
          </w:tcPr>
          <w:p w14:paraId="66A441CF" w14:textId="6B1EE2D2" w:rsidR="00C61DC5" w:rsidRPr="009103A1" w:rsidRDefault="00517579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lastRenderedPageBreak/>
              <w:t>Czytanie literatury z podanego zakresu</w:t>
            </w:r>
            <w:r w:rsidR="00C15720" w:rsidRPr="009103A1">
              <w:rPr>
                <w:rFonts w:ascii="Corbel" w:hAnsi="Corbel" w:cs="Arial"/>
                <w:sz w:val="24"/>
                <w:szCs w:val="24"/>
              </w:rPr>
              <w:t>, analiza materiałów źródłowych</w:t>
            </w:r>
            <w:r w:rsidR="009103A1" w:rsidRPr="009103A1">
              <w:rPr>
                <w:rFonts w:ascii="Corbel" w:hAnsi="Corbel" w:cs="Arial"/>
                <w:sz w:val="24"/>
                <w:szCs w:val="24"/>
              </w:rPr>
              <w:t>, przygotowanie do egzaminu</w:t>
            </w:r>
          </w:p>
        </w:tc>
        <w:tc>
          <w:tcPr>
            <w:tcW w:w="4677" w:type="dxa"/>
          </w:tcPr>
          <w:p w14:paraId="467D8D1F" w14:textId="77777777" w:rsidR="00C61DC5" w:rsidRPr="009103A1" w:rsidRDefault="002146A8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66</w:t>
            </w:r>
          </w:p>
        </w:tc>
      </w:tr>
      <w:tr w:rsidR="0085747A" w:rsidRPr="009103A1" w14:paraId="072E68FF" w14:textId="77777777" w:rsidTr="00923D7D">
        <w:tc>
          <w:tcPr>
            <w:tcW w:w="4962" w:type="dxa"/>
          </w:tcPr>
          <w:p w14:paraId="471AA1CC" w14:textId="77777777" w:rsidR="0085747A" w:rsidRPr="009103A1" w:rsidRDefault="0085747A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BDE606" w14:textId="77777777" w:rsidR="0085747A" w:rsidRPr="009103A1" w:rsidRDefault="00C15720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75</w:t>
            </w:r>
          </w:p>
        </w:tc>
      </w:tr>
      <w:tr w:rsidR="0085747A" w:rsidRPr="009103A1" w14:paraId="547872B1" w14:textId="77777777" w:rsidTr="00923D7D">
        <w:tc>
          <w:tcPr>
            <w:tcW w:w="4962" w:type="dxa"/>
          </w:tcPr>
          <w:p w14:paraId="1A7EB8EF" w14:textId="77777777" w:rsidR="0085747A" w:rsidRPr="009103A1" w:rsidRDefault="0085747A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/>
                <w:sz w:val="24"/>
                <w:szCs w:val="24"/>
              </w:rPr>
            </w:pPr>
            <w:r w:rsidRPr="009103A1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896871" w14:textId="77777777" w:rsidR="0085747A" w:rsidRPr="009103A1" w:rsidRDefault="00C15720" w:rsidP="009103A1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9103A1">
              <w:rPr>
                <w:rFonts w:ascii="Corbel" w:hAnsi="Corbel" w:cs="Arial"/>
                <w:sz w:val="24"/>
                <w:szCs w:val="24"/>
              </w:rPr>
              <w:t>3</w:t>
            </w:r>
          </w:p>
        </w:tc>
      </w:tr>
    </w:tbl>
    <w:p w14:paraId="2BD4E09F" w14:textId="77777777" w:rsidR="003E1941" w:rsidRPr="009103A1" w:rsidRDefault="003E1941" w:rsidP="009103A1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20B9F1F4" w14:textId="77777777" w:rsidR="0085747A" w:rsidRPr="009103A1" w:rsidRDefault="0071620A" w:rsidP="009103A1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 xml:space="preserve">6. </w:t>
      </w:r>
      <w:r w:rsidR="0085747A" w:rsidRPr="009103A1">
        <w:rPr>
          <w:rFonts w:ascii="Corbel" w:hAnsi="Corbel" w:cs="Arial"/>
          <w:smallCaps w:val="0"/>
          <w:szCs w:val="24"/>
        </w:rPr>
        <w:t>PRAKTYKI ZAWO</w:t>
      </w:r>
      <w:r w:rsidR="009C1331" w:rsidRPr="009103A1">
        <w:rPr>
          <w:rFonts w:ascii="Corbel" w:hAnsi="Corbel" w:cs="Arial"/>
          <w:smallCaps w:val="0"/>
          <w:szCs w:val="24"/>
        </w:rPr>
        <w:t>DOWE W RAMACH PRZEDMIOTU</w:t>
      </w:r>
    </w:p>
    <w:p w14:paraId="1883EE57" w14:textId="77777777" w:rsidR="0085747A" w:rsidRPr="009103A1" w:rsidRDefault="0095175B" w:rsidP="009103A1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>Nie dotyczy</w:t>
      </w:r>
    </w:p>
    <w:p w14:paraId="185B4B23" w14:textId="77777777" w:rsidR="003E1941" w:rsidRPr="009103A1" w:rsidRDefault="003E1941" w:rsidP="009103A1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14:paraId="015E34CB" w14:textId="77777777" w:rsidR="0085747A" w:rsidRPr="009103A1" w:rsidRDefault="00675843" w:rsidP="009103A1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9103A1">
        <w:rPr>
          <w:rFonts w:ascii="Corbel" w:hAnsi="Corbel" w:cs="Arial"/>
          <w:smallCaps w:val="0"/>
          <w:szCs w:val="24"/>
        </w:rPr>
        <w:t xml:space="preserve">7. </w:t>
      </w:r>
      <w:r w:rsidR="0085747A" w:rsidRPr="009103A1">
        <w:rPr>
          <w:rFonts w:ascii="Corbel" w:hAnsi="Corbel" w:cs="Arial"/>
          <w:smallCaps w:val="0"/>
          <w:szCs w:val="24"/>
        </w:rPr>
        <w:t>LITERATURA</w:t>
      </w:r>
      <w:r w:rsidRPr="009103A1">
        <w:rPr>
          <w:rFonts w:ascii="Corbel" w:hAnsi="Corbel" w:cs="Arial"/>
          <w:smallCaps w:val="0"/>
          <w:szCs w:val="24"/>
        </w:rPr>
        <w:t xml:space="preserve"> </w:t>
      </w:r>
    </w:p>
    <w:p w14:paraId="161BF045" w14:textId="77777777" w:rsidR="00675843" w:rsidRPr="009103A1" w:rsidRDefault="00675843" w:rsidP="009103A1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103A1" w14:paraId="66570078" w14:textId="77777777" w:rsidTr="004C41A3">
        <w:trPr>
          <w:trHeight w:val="397"/>
        </w:trPr>
        <w:tc>
          <w:tcPr>
            <w:tcW w:w="9356" w:type="dxa"/>
          </w:tcPr>
          <w:p w14:paraId="48DD3419" w14:textId="77777777" w:rsidR="0085747A" w:rsidRPr="009103A1" w:rsidRDefault="0085747A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14:paraId="69248ECA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Buss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D., Psychologia ewolucyjna, Gdańsk: GWP, 2001.</w:t>
            </w:r>
          </w:p>
          <w:p w14:paraId="3A86CC86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Goleman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D., Inteligencja emocjonalna, Media Rodzina 2005.</w:t>
            </w:r>
          </w:p>
          <w:p w14:paraId="60611528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Goleman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D., Inteligencja emocjonalna w praktyce, Media Rodzina 2008.</w:t>
            </w:r>
          </w:p>
          <w:p w14:paraId="07758FA1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Hamer, H. Psychologia społeczna - teoria i praktyka, Warszawa: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2005</w:t>
            </w:r>
          </w:p>
          <w:p w14:paraId="4413BCC6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Kenrick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, L.,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Neuberg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S.L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.,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Cialdini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R.B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., Psychologia społeczna, Gdańsk: GWP, 2002.</w:t>
            </w:r>
          </w:p>
          <w:p w14:paraId="443DD4FE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Łukaszewski, W., Wielkie pytania psychologii, Gdańsk: GWP, 2003.</w:t>
            </w:r>
          </w:p>
          <w:p w14:paraId="1320DEAE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Nęcka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E., Inteligencja, Gdańsk: GWP, 2008.</w:t>
            </w:r>
          </w:p>
          <w:p w14:paraId="6F0B7AD8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Schmidt, P. Trening Inteligencji Emocjonalnej, Wyd.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Amber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, 2005</w:t>
            </w:r>
          </w:p>
          <w:p w14:paraId="2674B52B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Ph</w:t>
            </w:r>
            <w:proofErr w:type="spellEnd"/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., Psychologia. Kluczowe koncepcje, Gdańsk: GWP, 2010.</w:t>
            </w:r>
          </w:p>
        </w:tc>
      </w:tr>
      <w:tr w:rsidR="0085747A" w:rsidRPr="009103A1" w14:paraId="68A259FE" w14:textId="77777777" w:rsidTr="004C41A3">
        <w:trPr>
          <w:trHeight w:val="397"/>
        </w:trPr>
        <w:tc>
          <w:tcPr>
            <w:tcW w:w="9356" w:type="dxa"/>
          </w:tcPr>
          <w:p w14:paraId="72C7727B" w14:textId="77777777" w:rsidR="000F4ACF" w:rsidRPr="009103A1" w:rsidRDefault="0085747A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szCs w:val="24"/>
              </w:rPr>
              <w:t xml:space="preserve">Literatura uzupełniająca: </w:t>
            </w:r>
          </w:p>
          <w:p w14:paraId="22684505" w14:textId="555D2E56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Kozielecki, J., Nowe idee w psychologii, Gdańsk: GWP, 2009.</w:t>
            </w:r>
          </w:p>
          <w:p w14:paraId="152C8977" w14:textId="77777777" w:rsidR="0095175B" w:rsidRPr="009103A1" w:rsidRDefault="0095175B" w:rsidP="009103A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9103A1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Ludy, T. B. Jr., Historia współczesnej psychologii, Warszawa: PWN, 2008.</w:t>
            </w:r>
          </w:p>
        </w:tc>
      </w:tr>
    </w:tbl>
    <w:p w14:paraId="37635538" w14:textId="77777777" w:rsidR="0085747A" w:rsidRPr="009103A1" w:rsidRDefault="0085747A" w:rsidP="000F4ACF">
      <w:pPr>
        <w:pStyle w:val="Punktygwne"/>
        <w:spacing w:before="0" w:after="0" w:line="360" w:lineRule="auto"/>
        <w:ind w:left="360"/>
        <w:rPr>
          <w:rFonts w:asciiTheme="majorHAnsi" w:hAnsiTheme="majorHAnsi" w:cs="Arial"/>
          <w:b w:val="0"/>
          <w:smallCaps w:val="0"/>
          <w:szCs w:val="24"/>
        </w:rPr>
      </w:pPr>
    </w:p>
    <w:p w14:paraId="78C9070D" w14:textId="77777777" w:rsidR="0085747A" w:rsidRPr="009103A1" w:rsidRDefault="0085747A" w:rsidP="000F4ACF">
      <w:pPr>
        <w:pStyle w:val="Punktygwne"/>
        <w:spacing w:before="0" w:after="0" w:line="360" w:lineRule="auto"/>
        <w:ind w:left="360"/>
        <w:rPr>
          <w:rFonts w:asciiTheme="majorHAnsi" w:hAnsiTheme="majorHAnsi" w:cs="Arial"/>
          <w:b w:val="0"/>
          <w:smallCaps w:val="0"/>
          <w:szCs w:val="24"/>
        </w:rPr>
      </w:pPr>
    </w:p>
    <w:p w14:paraId="53208963" w14:textId="77777777" w:rsidR="0085747A" w:rsidRPr="009103A1" w:rsidRDefault="0085747A" w:rsidP="000F4ACF">
      <w:pPr>
        <w:pStyle w:val="Punktygwne"/>
        <w:spacing w:before="0" w:after="0" w:line="360" w:lineRule="auto"/>
        <w:ind w:left="360"/>
        <w:rPr>
          <w:rFonts w:asciiTheme="majorHAnsi" w:hAnsiTheme="majorHAnsi" w:cs="Arial"/>
          <w:szCs w:val="24"/>
        </w:rPr>
      </w:pPr>
      <w:r w:rsidRPr="009103A1">
        <w:rPr>
          <w:rFonts w:asciiTheme="majorHAnsi" w:hAnsiTheme="majorHAnsi" w:cs="Arial"/>
          <w:b w:val="0"/>
          <w:smallCaps w:val="0"/>
          <w:szCs w:val="24"/>
        </w:rPr>
        <w:t>Akceptacja Kierownika Jednostki lub osoby upoważnionej</w:t>
      </w:r>
    </w:p>
    <w:sectPr w:rsidR="0085747A" w:rsidRPr="009103A1" w:rsidSect="004C41A3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34F3F" w14:textId="77777777" w:rsidR="003D435C" w:rsidRDefault="003D435C" w:rsidP="00C16ABF">
      <w:pPr>
        <w:spacing w:after="0" w:line="240" w:lineRule="auto"/>
      </w:pPr>
      <w:r>
        <w:separator/>
      </w:r>
    </w:p>
  </w:endnote>
  <w:endnote w:type="continuationSeparator" w:id="0">
    <w:p w14:paraId="1E8E3BDF" w14:textId="77777777" w:rsidR="003D435C" w:rsidRDefault="003D43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5DCF1" w14:textId="77777777" w:rsidR="003D435C" w:rsidRDefault="003D435C" w:rsidP="00C16ABF">
      <w:pPr>
        <w:spacing w:after="0" w:line="240" w:lineRule="auto"/>
      </w:pPr>
      <w:r>
        <w:separator/>
      </w:r>
    </w:p>
  </w:footnote>
  <w:footnote w:type="continuationSeparator" w:id="0">
    <w:p w14:paraId="0B6A6D69" w14:textId="77777777" w:rsidR="003D435C" w:rsidRDefault="003D435C" w:rsidP="00C16ABF">
      <w:pPr>
        <w:spacing w:after="0" w:line="240" w:lineRule="auto"/>
      </w:pPr>
      <w:r>
        <w:continuationSeparator/>
      </w:r>
    </w:p>
  </w:footnote>
  <w:footnote w:id="1">
    <w:p w14:paraId="708AD13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51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B49"/>
    <w:rsid w:val="000D04B0"/>
    <w:rsid w:val="000F1C57"/>
    <w:rsid w:val="000F4ACF"/>
    <w:rsid w:val="000F5615"/>
    <w:rsid w:val="00124BFF"/>
    <w:rsid w:val="0012560E"/>
    <w:rsid w:val="00127108"/>
    <w:rsid w:val="00133171"/>
    <w:rsid w:val="00134B13"/>
    <w:rsid w:val="001402E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46A8"/>
    <w:rsid w:val="0022477D"/>
    <w:rsid w:val="002278A9"/>
    <w:rsid w:val="002336F9"/>
    <w:rsid w:val="0024028F"/>
    <w:rsid w:val="00244ABC"/>
    <w:rsid w:val="00281FF2"/>
    <w:rsid w:val="002857DE"/>
    <w:rsid w:val="00287D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1A"/>
    <w:rsid w:val="00305C92"/>
    <w:rsid w:val="003151C5"/>
    <w:rsid w:val="003343CF"/>
    <w:rsid w:val="00346FE9"/>
    <w:rsid w:val="0034759A"/>
    <w:rsid w:val="003503F6"/>
    <w:rsid w:val="003530DD"/>
    <w:rsid w:val="00363F78"/>
    <w:rsid w:val="00385ADB"/>
    <w:rsid w:val="003A0A5B"/>
    <w:rsid w:val="003A0C34"/>
    <w:rsid w:val="003A1176"/>
    <w:rsid w:val="003C0BAE"/>
    <w:rsid w:val="003D18A9"/>
    <w:rsid w:val="003D435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490"/>
    <w:rsid w:val="0047598D"/>
    <w:rsid w:val="004840FD"/>
    <w:rsid w:val="00490F7D"/>
    <w:rsid w:val="00491678"/>
    <w:rsid w:val="004968E2"/>
    <w:rsid w:val="004A3EEA"/>
    <w:rsid w:val="004A4D1F"/>
    <w:rsid w:val="004C41A3"/>
    <w:rsid w:val="004D5282"/>
    <w:rsid w:val="004F1551"/>
    <w:rsid w:val="004F55A3"/>
    <w:rsid w:val="0050496F"/>
    <w:rsid w:val="00513B6F"/>
    <w:rsid w:val="00517579"/>
    <w:rsid w:val="00517C63"/>
    <w:rsid w:val="00526C94"/>
    <w:rsid w:val="005363C4"/>
    <w:rsid w:val="00536BDE"/>
    <w:rsid w:val="00543ACC"/>
    <w:rsid w:val="0056696D"/>
    <w:rsid w:val="00573EF9"/>
    <w:rsid w:val="0057551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F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854"/>
    <w:rsid w:val="0078168C"/>
    <w:rsid w:val="00787C2A"/>
    <w:rsid w:val="00790E27"/>
    <w:rsid w:val="007A39E3"/>
    <w:rsid w:val="007A4022"/>
    <w:rsid w:val="007A6E6E"/>
    <w:rsid w:val="007C3299"/>
    <w:rsid w:val="007C3846"/>
    <w:rsid w:val="007C3BCC"/>
    <w:rsid w:val="007C4546"/>
    <w:rsid w:val="007C642D"/>
    <w:rsid w:val="007D6E56"/>
    <w:rsid w:val="007F1652"/>
    <w:rsid w:val="007F4155"/>
    <w:rsid w:val="0081554D"/>
    <w:rsid w:val="0081707E"/>
    <w:rsid w:val="00835068"/>
    <w:rsid w:val="008449B3"/>
    <w:rsid w:val="0085747A"/>
    <w:rsid w:val="00884922"/>
    <w:rsid w:val="00885F64"/>
    <w:rsid w:val="008917F9"/>
    <w:rsid w:val="008A45F7"/>
    <w:rsid w:val="008B18C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151"/>
    <w:rsid w:val="009103A1"/>
    <w:rsid w:val="00916188"/>
    <w:rsid w:val="00923D7D"/>
    <w:rsid w:val="009508DF"/>
    <w:rsid w:val="00950DAC"/>
    <w:rsid w:val="0095175B"/>
    <w:rsid w:val="00954A07"/>
    <w:rsid w:val="0099693B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49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72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BDE"/>
    <w:rsid w:val="00D17C3C"/>
    <w:rsid w:val="00D26B2C"/>
    <w:rsid w:val="00D352C9"/>
    <w:rsid w:val="00D425B2"/>
    <w:rsid w:val="00D428D6"/>
    <w:rsid w:val="00D552B2"/>
    <w:rsid w:val="00D56E1C"/>
    <w:rsid w:val="00D608D1"/>
    <w:rsid w:val="00D74119"/>
    <w:rsid w:val="00D8075B"/>
    <w:rsid w:val="00D8678B"/>
    <w:rsid w:val="00DA2114"/>
    <w:rsid w:val="00DC3E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0CD"/>
    <w:rsid w:val="00E51E44"/>
    <w:rsid w:val="00E61933"/>
    <w:rsid w:val="00E63348"/>
    <w:rsid w:val="00E77E88"/>
    <w:rsid w:val="00E8107D"/>
    <w:rsid w:val="00E960BB"/>
    <w:rsid w:val="00EA2074"/>
    <w:rsid w:val="00EA2776"/>
    <w:rsid w:val="00EA4832"/>
    <w:rsid w:val="00EA4E9D"/>
    <w:rsid w:val="00EC4899"/>
    <w:rsid w:val="00ED03AB"/>
    <w:rsid w:val="00ED32D2"/>
    <w:rsid w:val="00EE32DE"/>
    <w:rsid w:val="00EE5457"/>
    <w:rsid w:val="00F070AB"/>
    <w:rsid w:val="00F154C9"/>
    <w:rsid w:val="00F17567"/>
    <w:rsid w:val="00F27A7B"/>
    <w:rsid w:val="00F526AF"/>
    <w:rsid w:val="00F617C3"/>
    <w:rsid w:val="00F7066B"/>
    <w:rsid w:val="00F761D0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E0C2B"/>
  <w15:docId w15:val="{37604C4A-ABDD-4C8F-A731-0C6699DC2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3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33171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A8AF3-AF37-4F3C-A0C8-A2ABE17E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2019-10-24T14:22:00Z</dcterms:created>
  <dcterms:modified xsi:type="dcterms:W3CDTF">2021-09-08T08:23:00Z</dcterms:modified>
</cp:coreProperties>
</file>